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80" w:rsidRDefault="00EE4249" w:rsidP="00590AF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4381500</wp:posOffset>
                </wp:positionV>
                <wp:extent cx="619125" cy="771525"/>
                <wp:effectExtent l="0" t="0" r="0" b="9525"/>
                <wp:wrapTight wrapText="bothSides">
                  <wp:wrapPolygon edited="0">
                    <wp:start x="1329" y="0"/>
                    <wp:lineTo x="1329" y="21333"/>
                    <wp:lineTo x="19274" y="21333"/>
                    <wp:lineTo x="19274" y="0"/>
                    <wp:lineTo x="1329" y="0"/>
                  </wp:wrapPolygon>
                </wp:wrapTight>
                <wp:docPr id="26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E51" w:rsidRPr="00632D38" w:rsidRDefault="008F1E51" w:rsidP="008F1E51">
                            <w:pPr>
                              <w:spacing w:line="1200" w:lineRule="exact"/>
                              <w:jc w:val="center"/>
                              <w:rPr>
                                <w:rFonts w:ascii="Trebuchet MS" w:hAnsi="Trebuchet MS" w:cs="Open Sans"/>
                                <w:b/>
                                <w:color w:val="999999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3" o:spid="_x0000_s1026" type="#_x0000_t202" style="position:absolute;margin-left:543pt;margin-top:345pt;width:48.75pt;height:60.7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aaptQIAALs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" filled="f" stroked="f">
                <v:textbox>
                  <w:txbxContent>
                    <w:p w:rsidR="008F1E51" w:rsidRPr="00632D38" w:rsidRDefault="008F1E51" w:rsidP="008F1E51">
                      <w:pPr>
                        <w:spacing w:line="1200" w:lineRule="exact"/>
                        <w:jc w:val="center"/>
                        <w:rPr>
                          <w:rFonts w:ascii="Trebuchet MS" w:hAnsi="Trebuchet MS" w:cs="Open Sans"/>
                          <w:b/>
                          <w:color w:val="999999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5E44D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F9EB4C" wp14:editId="0AC4836D">
                <wp:simplePos x="0" y="0"/>
                <wp:positionH relativeFrom="column">
                  <wp:posOffset>274320</wp:posOffset>
                </wp:positionH>
                <wp:positionV relativeFrom="paragraph">
                  <wp:posOffset>992505</wp:posOffset>
                </wp:positionV>
                <wp:extent cx="914400" cy="1143000"/>
                <wp:effectExtent l="0" t="0" r="0" b="0"/>
                <wp:wrapNone/>
                <wp:docPr id="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36B9" w:rsidRPr="005E44D3" w:rsidRDefault="000136B9" w:rsidP="00D06D05">
                            <w:pPr>
                              <w:widowControl w:val="0"/>
                              <w:rPr>
                                <w:rFonts w:ascii="Arial" w:hAnsi="Arial" w:cs="Arial"/>
                                <w:color w:val="8B3F3B" w:themeColor="accent1"/>
                                <w:sz w:val="162"/>
                                <w:szCs w:val="16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9EB4C" id="Text Box 168" o:spid="_x0000_s1027" type="#_x0000_t202" style="position:absolute;margin-left:21.6pt;margin-top:78.15pt;width:1in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" filled="f" stroked="f">
                <v:textbox>
                  <w:txbxContent>
                    <w:p w:rsidR="000136B9" w:rsidRPr="005E44D3" w:rsidRDefault="000136B9" w:rsidP="00D06D05">
                      <w:pPr>
                        <w:widowControl w:val="0"/>
                        <w:rPr>
                          <w:rFonts w:ascii="Arial" w:hAnsi="Arial" w:cs="Arial"/>
                          <w:color w:val="8B3F3B" w:themeColor="accent1"/>
                          <w:sz w:val="162"/>
                          <w:szCs w:val="16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179FD" w:rsidRDefault="00C50A54">
      <w:pPr>
        <w:rPr>
          <w:rFonts w:ascii="Trebuchet MS" w:hAnsi="Trebuchet MS"/>
        </w:rPr>
      </w:pPr>
      <w:r w:rsidRPr="00894BD8">
        <w:rPr>
          <w:rFonts w:ascii="Trebuchet MS" w:hAnsi="Trebuchet M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3491864</wp:posOffset>
                </wp:positionV>
                <wp:extent cx="4295775" cy="38195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5775" cy="3819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77B8" w:rsidRPr="00BE3C80" w:rsidRDefault="00BE3C80" w:rsidP="00C50A54">
                            <w:pPr>
                              <w:spacing w:after="40"/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</w:rPr>
                            </w:pPr>
                            <w:r w:rsidRPr="00BE3C80"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</w:rPr>
                              <w:t xml:space="preserve">SIZE </w:t>
                            </w:r>
                            <w:r w:rsidR="00E777B8" w:rsidRPr="00BE3C80"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</w:rPr>
                              <w:t>DOES</w:t>
                            </w:r>
                            <w:r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77B8" w:rsidRPr="00BE3C80"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  <w:u w:val="single"/>
                              </w:rPr>
                              <w:t>N</w:t>
                            </w:r>
                            <w:r w:rsidRPr="00BE3C80"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  <w:u w:val="single"/>
                              </w:rPr>
                              <w:t>O</w:t>
                            </w:r>
                            <w:r w:rsidR="00E777B8" w:rsidRPr="00BE3C80"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  <w:u w:val="single"/>
                              </w:rPr>
                              <w:t>T</w:t>
                            </w:r>
                            <w:r w:rsidR="00E777B8" w:rsidRPr="00BE3C80">
                              <w:rPr>
                                <w:rFonts w:ascii="Aktiv Grotesk" w:hAnsi="Aktiv Grotesk" w:cs="Aktiv Grotesk"/>
                                <w:sz w:val="28"/>
                                <w:szCs w:val="28"/>
                              </w:rPr>
                              <w:t xml:space="preserve"> MATTER…</w:t>
                            </w:r>
                          </w:p>
                          <w:p w:rsidR="00216921" w:rsidRPr="00606E4C" w:rsidRDefault="00216921" w:rsidP="00E777B8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606E4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Whether small or large, your association needs to make </w:t>
                            </w:r>
                            <w:r w:rsidR="00E777B8" w:rsidRPr="00606E4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the best use</w:t>
                            </w:r>
                            <w:r w:rsidRPr="00606E4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of</w:t>
                            </w:r>
                            <w:r w:rsidR="00E777B8" w:rsidRPr="00606E4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the free volunteer resources</w:t>
                            </w:r>
                            <w:r w:rsidRPr="00606E4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and on-site staff </w:t>
                            </w:r>
                            <w:r w:rsidR="00E777B8" w:rsidRPr="00606E4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you have within your community. </w:t>
                            </w:r>
                          </w:p>
                          <w:p w:rsidR="00216921" w:rsidRDefault="00216921" w:rsidP="00E777B8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</w:p>
                          <w:p w:rsidR="00366C46" w:rsidRPr="00216921" w:rsidRDefault="00366C46" w:rsidP="00366C46">
                            <w:pPr>
                              <w:rPr>
                                <w:rFonts w:ascii="Aktiv Grotesk" w:hAnsi="Aktiv Grotesk" w:cs="Aktiv Grotesk"/>
                              </w:rPr>
                            </w:pPr>
                            <w:r w:rsidRPr="00216921">
                              <w:rPr>
                                <w:rFonts w:ascii="Aktiv Grotesk" w:hAnsi="Aktiv Grotesk" w:cs="Aktiv Grotesk"/>
                              </w:rPr>
                              <w:t>Smaller Communities</w:t>
                            </w:r>
                          </w:p>
                          <w:p w:rsidR="00366C46" w:rsidRPr="00366C46" w:rsidRDefault="00366C46" w:rsidP="00366C46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MMI financial management delivers the same accounting functionality received by our full-service communities at a fraction of the full-serve price.</w:t>
                            </w:r>
                          </w:p>
                          <w:p w:rsidR="00216921" w:rsidRDefault="00216921" w:rsidP="00366C46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</w:p>
                          <w:p w:rsidR="00366C46" w:rsidRPr="00216921" w:rsidRDefault="00366C46" w:rsidP="00366C46">
                            <w:pPr>
                              <w:rPr>
                                <w:rFonts w:ascii="Aktiv Grotesk" w:hAnsi="Aktiv Grotesk" w:cs="Aktiv Grotesk"/>
                              </w:rPr>
                            </w:pPr>
                            <w:r w:rsidRPr="00216921">
                              <w:rPr>
                                <w:rFonts w:ascii="Aktiv Grotesk" w:hAnsi="Aktiv Grotesk" w:cs="Aktiv Grotesk"/>
                              </w:rPr>
                              <w:t>Larger Communities</w:t>
                            </w:r>
                          </w:p>
                          <w:p w:rsidR="00366C46" w:rsidRPr="00366C46" w:rsidRDefault="00366C46" w:rsidP="00366C46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Maybe you feel your active </w:t>
                            </w:r>
                            <w:r w:rsidR="00C50A54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B</w:t>
                            </w: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oard</w:t>
                            </w:r>
                            <w:r w:rsidRPr="00366C46">
                              <w:rPr>
                                <w:sz w:val="20"/>
                                <w:szCs w:val="20"/>
                              </w:rPr>
                              <w:t>—</w:t>
                            </w: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even an on-site manager</w:t>
                            </w:r>
                            <w:r w:rsidRPr="00366C46">
                              <w:rPr>
                                <w:sz w:val="20"/>
                                <w:szCs w:val="20"/>
                              </w:rPr>
                              <w:t>—</w:t>
                            </w:r>
                            <w:r w:rsidR="00216921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is</w:t>
                            </w: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best focused on</w:t>
                            </w:r>
                            <w:r w:rsidR="00216921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your</w:t>
                            </w: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facilities where you can make the most difference. Maybe none of them are accountants and you don’t want to purchase expensive software. </w:t>
                            </w:r>
                          </w:p>
                          <w:p w:rsidR="00216921" w:rsidRDefault="00216921" w:rsidP="00216921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</w:p>
                          <w:p w:rsidR="00216921" w:rsidRPr="00366C46" w:rsidRDefault="00216921" w:rsidP="00216921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Our objective is to deliver impeccable financial management, </w:t>
                            </w: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and, where applicable, provide you online </w:t>
                            </w: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access to self-management tools</w:t>
                            </w: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that can make your management tasks and communications with residents so much easier!</w:t>
                            </w:r>
                            <w:r w:rsidR="00AF0331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66C46" w:rsidRDefault="00366C46" w:rsidP="00366C46">
                            <w:pPr>
                              <w:rPr>
                                <w:b/>
                              </w:rPr>
                            </w:pPr>
                          </w:p>
                          <w:p w:rsidR="00891665" w:rsidRPr="00891665" w:rsidRDefault="00891665" w:rsidP="00130A86">
                            <w:pPr>
                              <w:spacing w:before="160" w:line="2000" w:lineRule="exact"/>
                              <w:jc w:val="center"/>
                              <w:rPr>
                                <w:rFonts w:ascii="Aktiv Grotesk XBold" w:hAnsi="Aktiv Grotesk XBold"/>
                                <w:color w:val="595959" w:themeColor="text1" w:themeTint="A6"/>
                                <w:sz w:val="192"/>
                                <w:szCs w:val="19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420.75pt;margin-top:274.95pt;width:338.25pt;height:30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" filled="f" stroked="f" strokeweight=".5pt">
                <v:textbox>
                  <w:txbxContent>
                    <w:p w:rsidR="00E777B8" w:rsidRPr="00BE3C80" w:rsidRDefault="00BE3C80" w:rsidP="00C50A54">
                      <w:pPr>
                        <w:spacing w:after="40"/>
                        <w:rPr>
                          <w:rFonts w:ascii="Aktiv Grotesk" w:hAnsi="Aktiv Grotesk" w:cs="Aktiv Grotesk"/>
                          <w:sz w:val="28"/>
                          <w:szCs w:val="28"/>
                        </w:rPr>
                      </w:pPr>
                      <w:r w:rsidRPr="00BE3C80">
                        <w:rPr>
                          <w:rFonts w:ascii="Aktiv Grotesk" w:hAnsi="Aktiv Grotesk" w:cs="Aktiv Grotesk"/>
                          <w:sz w:val="28"/>
                          <w:szCs w:val="28"/>
                        </w:rPr>
                        <w:t xml:space="preserve">SIZE </w:t>
                      </w:r>
                      <w:r w:rsidR="00E777B8" w:rsidRPr="00BE3C80">
                        <w:rPr>
                          <w:rFonts w:ascii="Aktiv Grotesk" w:hAnsi="Aktiv Grotesk" w:cs="Aktiv Grotesk"/>
                          <w:sz w:val="28"/>
                          <w:szCs w:val="28"/>
                        </w:rPr>
                        <w:t>DOES</w:t>
                      </w:r>
                      <w:r>
                        <w:rPr>
                          <w:rFonts w:ascii="Aktiv Grotesk" w:hAnsi="Aktiv Grotesk" w:cs="Aktiv Grotesk"/>
                          <w:sz w:val="28"/>
                          <w:szCs w:val="28"/>
                        </w:rPr>
                        <w:t xml:space="preserve"> </w:t>
                      </w:r>
                      <w:r w:rsidR="00E777B8" w:rsidRPr="00BE3C80">
                        <w:rPr>
                          <w:rFonts w:ascii="Aktiv Grotesk" w:hAnsi="Aktiv Grotesk" w:cs="Aktiv Grotesk"/>
                          <w:sz w:val="28"/>
                          <w:szCs w:val="28"/>
                          <w:u w:val="single"/>
                        </w:rPr>
                        <w:t>N</w:t>
                      </w:r>
                      <w:r w:rsidRPr="00BE3C80">
                        <w:rPr>
                          <w:rFonts w:ascii="Aktiv Grotesk" w:hAnsi="Aktiv Grotesk" w:cs="Aktiv Grotesk"/>
                          <w:sz w:val="28"/>
                          <w:szCs w:val="28"/>
                          <w:u w:val="single"/>
                        </w:rPr>
                        <w:t>O</w:t>
                      </w:r>
                      <w:r w:rsidR="00E777B8" w:rsidRPr="00BE3C80">
                        <w:rPr>
                          <w:rFonts w:ascii="Aktiv Grotesk" w:hAnsi="Aktiv Grotesk" w:cs="Aktiv Grotesk"/>
                          <w:sz w:val="28"/>
                          <w:szCs w:val="28"/>
                          <w:u w:val="single"/>
                        </w:rPr>
                        <w:t>T</w:t>
                      </w:r>
                      <w:r w:rsidR="00E777B8" w:rsidRPr="00BE3C80">
                        <w:rPr>
                          <w:rFonts w:ascii="Aktiv Grotesk" w:hAnsi="Aktiv Grotesk" w:cs="Aktiv Grotesk"/>
                          <w:sz w:val="28"/>
                          <w:szCs w:val="28"/>
                        </w:rPr>
                        <w:t xml:space="preserve"> MATTER…</w:t>
                      </w:r>
                    </w:p>
                    <w:p w:rsidR="00216921" w:rsidRPr="00606E4C" w:rsidRDefault="00216921" w:rsidP="00E777B8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606E4C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Whether small or large, your association needs to make </w:t>
                      </w:r>
                      <w:r w:rsidR="00E777B8" w:rsidRPr="00606E4C">
                        <w:rPr>
                          <w:rFonts w:ascii="Trocchi" w:hAnsi="Trocchi"/>
                          <w:sz w:val="20"/>
                          <w:szCs w:val="20"/>
                        </w:rPr>
                        <w:t>the best use</w:t>
                      </w:r>
                      <w:r w:rsidRPr="00606E4C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of</w:t>
                      </w:r>
                      <w:r w:rsidR="00E777B8" w:rsidRPr="00606E4C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the free volunteer resources</w:t>
                      </w:r>
                      <w:r w:rsidRPr="00606E4C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and on-site staff </w:t>
                      </w:r>
                      <w:r w:rsidR="00E777B8" w:rsidRPr="00606E4C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you have within your community. </w:t>
                      </w:r>
                    </w:p>
                    <w:p w:rsidR="00216921" w:rsidRDefault="00216921" w:rsidP="00E777B8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</w:p>
                    <w:p w:rsidR="00366C46" w:rsidRPr="00216921" w:rsidRDefault="00366C46" w:rsidP="00366C46">
                      <w:pPr>
                        <w:rPr>
                          <w:rFonts w:ascii="Aktiv Grotesk" w:hAnsi="Aktiv Grotesk" w:cs="Aktiv Grotesk"/>
                        </w:rPr>
                      </w:pPr>
                      <w:r w:rsidRPr="00216921">
                        <w:rPr>
                          <w:rFonts w:ascii="Aktiv Grotesk" w:hAnsi="Aktiv Grotesk" w:cs="Aktiv Grotesk"/>
                        </w:rPr>
                        <w:t>Smaller Communities</w:t>
                      </w:r>
                    </w:p>
                    <w:p w:rsidR="00366C46" w:rsidRPr="00366C46" w:rsidRDefault="00366C46" w:rsidP="00366C46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>MMI financial management delivers the same accounting functionality received by our full-service communities at a fraction of the full-serve price.</w:t>
                      </w:r>
                    </w:p>
                    <w:p w:rsidR="00216921" w:rsidRDefault="00216921" w:rsidP="00366C46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</w:p>
                    <w:p w:rsidR="00366C46" w:rsidRPr="00216921" w:rsidRDefault="00366C46" w:rsidP="00366C46">
                      <w:pPr>
                        <w:rPr>
                          <w:rFonts w:ascii="Aktiv Grotesk" w:hAnsi="Aktiv Grotesk" w:cs="Aktiv Grotesk"/>
                        </w:rPr>
                      </w:pPr>
                      <w:r w:rsidRPr="00216921">
                        <w:rPr>
                          <w:rFonts w:ascii="Aktiv Grotesk" w:hAnsi="Aktiv Grotesk" w:cs="Aktiv Grotesk"/>
                        </w:rPr>
                        <w:t>Larger Communities</w:t>
                      </w:r>
                    </w:p>
                    <w:p w:rsidR="00366C46" w:rsidRPr="00366C46" w:rsidRDefault="00366C46" w:rsidP="00366C46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Maybe you feel your active </w:t>
                      </w:r>
                      <w:r w:rsidR="00C50A54">
                        <w:rPr>
                          <w:rFonts w:ascii="Trocchi" w:hAnsi="Trocchi"/>
                          <w:sz w:val="20"/>
                          <w:szCs w:val="20"/>
                        </w:rPr>
                        <w:t>B</w:t>
                      </w: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>oard</w:t>
                      </w:r>
                      <w:r w:rsidRPr="00366C46">
                        <w:rPr>
                          <w:sz w:val="20"/>
                          <w:szCs w:val="20"/>
                        </w:rPr>
                        <w:t>—</w:t>
                      </w: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>even an on-site manager</w:t>
                      </w:r>
                      <w:r w:rsidRPr="00366C46">
                        <w:rPr>
                          <w:sz w:val="20"/>
                          <w:szCs w:val="20"/>
                        </w:rPr>
                        <w:t>—</w:t>
                      </w:r>
                      <w:r w:rsidR="00216921">
                        <w:rPr>
                          <w:rFonts w:ascii="Trocchi" w:hAnsi="Trocchi"/>
                          <w:sz w:val="20"/>
                          <w:szCs w:val="20"/>
                        </w:rPr>
                        <w:t>is</w:t>
                      </w: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best focused on</w:t>
                      </w:r>
                      <w:r w:rsidR="00216921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your</w:t>
                      </w: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facilities where you can make the most difference. Maybe none of them are accountants and you don’t want to purchase expensive software. </w:t>
                      </w:r>
                    </w:p>
                    <w:p w:rsidR="00216921" w:rsidRDefault="00216921" w:rsidP="00216921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</w:p>
                    <w:p w:rsidR="00216921" w:rsidRPr="00366C46" w:rsidRDefault="00216921" w:rsidP="00216921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Our objective is to deliver impeccable financial management, </w:t>
                      </w: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and, where applicable, provide you online </w:t>
                      </w: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>access to self-management tools</w:t>
                      </w: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that can make your management tasks and communications with residents so much easier!</w:t>
                      </w:r>
                      <w:r w:rsidR="00AF0331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66C46" w:rsidRDefault="00366C46" w:rsidP="00366C46">
                      <w:pPr>
                        <w:rPr>
                          <w:b/>
                        </w:rPr>
                      </w:pPr>
                    </w:p>
                    <w:p w:rsidR="00891665" w:rsidRPr="00891665" w:rsidRDefault="00891665" w:rsidP="00130A86">
                      <w:pPr>
                        <w:spacing w:before="160" w:line="2000" w:lineRule="exact"/>
                        <w:jc w:val="center"/>
                        <w:rPr>
                          <w:rFonts w:ascii="Aktiv Grotesk XBold" w:hAnsi="Aktiv Grotesk XBold"/>
                          <w:color w:val="595959" w:themeColor="text1" w:themeTint="A6"/>
                          <w:sz w:val="192"/>
                          <w:szCs w:val="19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5495">
        <w:rPr>
          <w:b/>
          <w:noProof/>
          <w:lang w:eastAsia="en-US"/>
        </w:rPr>
        <w:drawing>
          <wp:anchor distT="0" distB="0" distL="114300" distR="114300" simplePos="0" relativeHeight="251717632" behindDoc="1" locked="0" layoutInCell="1" allowOverlap="1" wp14:anchorId="741C854E" wp14:editId="0532E91E">
            <wp:simplePos x="0" y="0"/>
            <wp:positionH relativeFrom="column">
              <wp:posOffset>5448300</wp:posOffset>
            </wp:positionH>
            <wp:positionV relativeFrom="paragraph">
              <wp:posOffset>1637665</wp:posOffset>
            </wp:positionV>
            <wp:extent cx="140017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453" y="21453"/>
                <wp:lineTo x="2145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old-capital-letter-u-language-7GYQ2qE-6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DA3">
        <w:rPr>
          <w:rFonts w:ascii="Trebuchet MS" w:hAnsi="Trebuchet M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5629275</wp:posOffset>
                </wp:positionH>
                <wp:positionV relativeFrom="paragraph">
                  <wp:posOffset>3034665</wp:posOffset>
                </wp:positionV>
                <wp:extent cx="3886200" cy="428625"/>
                <wp:effectExtent l="0" t="0" r="0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17CB9" w:rsidRPr="00017CB9" w:rsidRDefault="00017CB9" w:rsidP="00017CB9">
                            <w:pPr>
                              <w:jc w:val="center"/>
                              <w:rPr>
                                <w:rFonts w:ascii="Aktiv Grotesk" w:hAnsi="Aktiv Grotesk" w:cs="Aktiv Grotesk"/>
                                <w:b/>
                                <w:sz w:val="32"/>
                                <w:szCs w:val="32"/>
                              </w:rPr>
                            </w:pPr>
                            <w:r w:rsidRPr="00017CB9">
                              <w:rPr>
                                <w:rFonts w:ascii="Aktiv Grotesk" w:hAnsi="Aktiv Grotesk" w:cs="Aktiv Grotesk"/>
                                <w:b/>
                                <w:sz w:val="32"/>
                                <w:szCs w:val="32"/>
                              </w:rPr>
                              <w:t>FOR SELF-MANAGED ASSOCIATIONS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443.25pt;margin-top:238.95pt;width:306pt;height:3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" fillcolor="white [3201]" stroked="f" strokeweight=".5pt">
                <v:textbox>
                  <w:txbxContent>
                    <w:p w:rsidR="00017CB9" w:rsidRPr="00017CB9" w:rsidRDefault="00017CB9" w:rsidP="00017CB9">
                      <w:pPr>
                        <w:jc w:val="center"/>
                        <w:rPr>
                          <w:rFonts w:ascii="Aktiv Grotesk" w:hAnsi="Aktiv Grotesk" w:cs="Aktiv Grotesk"/>
                          <w:b/>
                          <w:sz w:val="32"/>
                          <w:szCs w:val="32"/>
                        </w:rPr>
                      </w:pPr>
                      <w:r w:rsidRPr="00017CB9">
                        <w:rPr>
                          <w:rFonts w:ascii="Aktiv Grotesk" w:hAnsi="Aktiv Grotesk" w:cs="Aktiv Grotesk"/>
                          <w:b/>
                          <w:sz w:val="32"/>
                          <w:szCs w:val="32"/>
                        </w:rPr>
                        <w:t>FOR SELF-MANAGED ASSOCIATIONS</w:t>
                      </w:r>
                    </w:p>
                  </w:txbxContent>
                </v:textbox>
              </v:shape>
            </w:pict>
          </mc:Fallback>
        </mc:AlternateContent>
      </w:r>
      <w:r w:rsidR="00A50DA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5734050</wp:posOffset>
                </wp:positionH>
                <wp:positionV relativeFrom="paragraph">
                  <wp:posOffset>1567815</wp:posOffset>
                </wp:positionV>
                <wp:extent cx="3552825" cy="13049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0DA3" w:rsidRPr="00A50DA3" w:rsidRDefault="00A50DA3" w:rsidP="00A50DA3">
                            <w:pPr>
                              <w:jc w:val="right"/>
                              <w:rPr>
                                <w:rFonts w:ascii="Aktiv Grotesk" w:hAnsi="Aktiv Grotesk" w:cs="Aktiv Grotesk"/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50DA3" w:rsidRPr="00A50DA3" w:rsidRDefault="00A50DA3" w:rsidP="00A50DA3">
                            <w:pPr>
                              <w:jc w:val="right"/>
                              <w:rPr>
                                <w:rFonts w:ascii="Aktiv Grotesk" w:hAnsi="Aktiv Grotesk" w:cs="Aktiv Grotesk"/>
                                <w:b/>
                                <w:color w:val="CCCCCC" w:themeColor="accent5" w:themeTint="66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50DA3">
                              <w:rPr>
                                <w:rFonts w:ascii="Aktiv Grotesk" w:hAnsi="Aktiv Grotesk" w:cs="Aktiv Grotesk"/>
                                <w:b/>
                                <w:color w:val="CCCCCC" w:themeColor="accent5" w:themeTint="66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MANAGE</w:t>
                            </w:r>
                          </w:p>
                          <w:p w:rsidR="00A50DA3" w:rsidRDefault="00A50D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0" type="#_x0000_t202" style="position:absolute;margin-left:451.5pt;margin-top:123.45pt;width:279.75pt;height:102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" filled="f" stroked="f" strokeweight=".5pt">
                <v:textbox>
                  <w:txbxContent>
                    <w:p w:rsidR="00A50DA3" w:rsidRPr="00A50DA3" w:rsidRDefault="00A50DA3" w:rsidP="00A50DA3">
                      <w:pPr>
                        <w:jc w:val="right"/>
                        <w:rPr>
                          <w:rFonts w:ascii="Aktiv Grotesk" w:hAnsi="Aktiv Grotesk" w:cs="Aktiv Grotesk"/>
                          <w:b/>
                          <w:color w:val="EEECE1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50DA3" w:rsidRPr="00A50DA3" w:rsidRDefault="00A50DA3" w:rsidP="00A50DA3">
                      <w:pPr>
                        <w:jc w:val="right"/>
                        <w:rPr>
                          <w:rFonts w:ascii="Aktiv Grotesk" w:hAnsi="Aktiv Grotesk" w:cs="Aktiv Grotesk"/>
                          <w:b/>
                          <w:color w:val="CCCCCC" w:themeColor="accent5" w:themeTint="66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50DA3">
                        <w:rPr>
                          <w:rFonts w:ascii="Aktiv Grotesk" w:hAnsi="Aktiv Grotesk" w:cs="Aktiv Grotesk"/>
                          <w:b/>
                          <w:color w:val="CCCCCC" w:themeColor="accent5" w:themeTint="66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MANAGE</w:t>
                      </w:r>
                    </w:p>
                    <w:p w:rsidR="00A50DA3" w:rsidRDefault="00A50DA3"/>
                  </w:txbxContent>
                </v:textbox>
              </v:shape>
            </w:pict>
          </mc:Fallback>
        </mc:AlternateContent>
      </w:r>
      <w:r w:rsidR="0066648A" w:rsidRPr="00490886">
        <w:rPr>
          <w:noProof/>
          <w:lang w:eastAsia="en-US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1000125</wp:posOffset>
            </wp:positionH>
            <wp:positionV relativeFrom="paragraph">
              <wp:posOffset>2520315</wp:posOffset>
            </wp:positionV>
            <wp:extent cx="1428750" cy="752475"/>
            <wp:effectExtent l="0" t="0" r="0" b="9525"/>
            <wp:wrapTight wrapText="bothSides">
              <wp:wrapPolygon edited="0">
                <wp:start x="0" y="0"/>
                <wp:lineTo x="0" y="21327"/>
                <wp:lineTo x="21312" y="21327"/>
                <wp:lineTo x="21312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rket-read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586A" w:rsidRPr="008B5369">
        <w:rPr>
          <w:rFonts w:ascii="Helvetica" w:hAnsi="Helvetica" w:cs="Helvetica"/>
          <w:noProof/>
          <w:color w:val="5E5E5E"/>
          <w:sz w:val="27"/>
          <w:szCs w:val="27"/>
          <w:lang w:eastAsia="en-US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527769</wp:posOffset>
            </wp:positionV>
            <wp:extent cx="1920169" cy="287655"/>
            <wp:effectExtent l="0" t="0" r="4445" b="0"/>
            <wp:wrapTight wrapText="bothSides">
              <wp:wrapPolygon edited="0">
                <wp:start x="0" y="0"/>
                <wp:lineTo x="0" y="20026"/>
                <wp:lineTo x="21436" y="20026"/>
                <wp:lineTo x="21436" y="0"/>
                <wp:lineTo x="0" y="0"/>
              </wp:wrapPolygon>
            </wp:wrapTight>
            <wp:docPr id="4" name="Picture 4" descr="http://innoviacmc.com/wp-content/themes/yourcobo/images/logo.png?v2">
              <a:hlinkClick xmlns:a="http://schemas.openxmlformats.org/drawingml/2006/main" r:id="rId7" tooltip="&quot;Community Management Cooperativ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noviacmc.com/wp-content/themes/yourcobo/images/logo.png?v2">
                      <a:hlinkClick r:id="rId7" tooltip="&quot;Community Management Cooperativ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169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7C8">
        <w:rPr>
          <w:rFonts w:ascii="Trebuchet MS" w:hAnsi="Trebuchet M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253364</wp:posOffset>
                </wp:positionV>
                <wp:extent cx="4314825" cy="46958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469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3280" w:rsidRPr="00AF0331" w:rsidRDefault="002B3280" w:rsidP="007256B7">
                            <w:pPr>
                              <w:spacing w:after="40"/>
                              <w:rPr>
                                <w:rFonts w:ascii="Aktiv Grotesk" w:hAnsi="Aktiv Grotesk" w:cs="Aktiv Grotesk"/>
                              </w:rPr>
                            </w:pPr>
                            <w:r w:rsidRPr="00AF0331">
                              <w:rPr>
                                <w:rFonts w:ascii="Aktiv Grotesk" w:hAnsi="Aktiv Grotesk" w:cs="Aktiv Grotesk"/>
                              </w:rPr>
                              <w:t>BUT WAIT, THERE’S MORE…you also get:</w:t>
                            </w:r>
                          </w:p>
                          <w:p w:rsidR="005377C8" w:rsidRDefault="005377C8" w:rsidP="005377C8">
                            <w:pPr>
                              <w:pStyle w:val="ListParagraph"/>
                              <w:rPr>
                                <w:rFonts w:ascii="Trocchi" w:hAnsi="Trocchi"/>
                                <w:sz w:val="20"/>
                              </w:rPr>
                            </w:pPr>
                          </w:p>
                          <w:p w:rsidR="005E586A" w:rsidRDefault="005E586A" w:rsidP="005377C8">
                            <w:pPr>
                              <w:pStyle w:val="ListParagraph"/>
                              <w:rPr>
                                <w:rFonts w:ascii="Trocchi" w:hAnsi="Trocchi"/>
                                <w:sz w:val="20"/>
                              </w:rPr>
                            </w:pPr>
                          </w:p>
                          <w:p w:rsidR="002B3280" w:rsidRDefault="002B3280" w:rsidP="005377C8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Trocchi" w:hAnsi="Trocchi"/>
                                <w:sz w:val="20"/>
                              </w:rPr>
                            </w:pPr>
                            <w:r w:rsidRPr="005377C8">
                              <w:rPr>
                                <w:rFonts w:ascii="Trocchi" w:hAnsi="Trocchi"/>
                                <w:sz w:val="20"/>
                              </w:rPr>
                              <w:t>Access to the savings and advantages of our co-operative buying service.</w:t>
                            </w:r>
                            <w:r w:rsidR="005377C8" w:rsidRPr="005377C8">
                              <w:rPr>
                                <w:rFonts w:ascii="Trocchi" w:hAnsi="Trocchi"/>
                                <w:sz w:val="20"/>
                              </w:rPr>
                              <w:t xml:space="preserve"> MMI is backed by the power of a community management cooperative that collectively manages more than 800,000 units. </w:t>
                            </w:r>
                            <w:r w:rsidR="005377C8">
                              <w:rPr>
                                <w:rFonts w:ascii="Trocchi" w:hAnsi="Trocchi"/>
                                <w:sz w:val="20"/>
                              </w:rPr>
                              <w:t xml:space="preserve">We pass along savings to our communities and homeowners. </w:t>
                            </w:r>
                            <w:r w:rsidR="005377C8">
                              <w:rPr>
                                <w:rFonts w:ascii="Trocchi" w:hAnsi="Trocchi"/>
                                <w:sz w:val="20"/>
                              </w:rPr>
                              <w:br/>
                            </w:r>
                            <w:r w:rsidR="005377C8">
                              <w:rPr>
                                <w:rFonts w:ascii="Trocchi" w:hAnsi="Trocchi"/>
                                <w:sz w:val="20"/>
                              </w:rPr>
                              <w:br/>
                              <w:t>More than just a buying service, this co-op offers you the advantages of a b</w:t>
                            </w:r>
                            <w:r w:rsidR="007E6765">
                              <w:rPr>
                                <w:rFonts w:ascii="Trocchi" w:hAnsi="Trocchi"/>
                                <w:sz w:val="20"/>
                              </w:rPr>
                              <w:t>ig box management company but you still get</w:t>
                            </w:r>
                            <w:r w:rsidR="005377C8">
                              <w:rPr>
                                <w:rFonts w:ascii="Trocchi" w:hAnsi="Trocchi"/>
                                <w:sz w:val="20"/>
                              </w:rPr>
                              <w:t xml:space="preserve"> a locally-owned and operated firm.</w:t>
                            </w:r>
                          </w:p>
                          <w:p w:rsidR="00166DA2" w:rsidRDefault="00166DA2" w:rsidP="00166DA2">
                            <w:pPr>
                              <w:rPr>
                                <w:rFonts w:ascii="Trocchi" w:hAnsi="Trocchi"/>
                                <w:sz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66DA2" w:rsidRDefault="00166DA2" w:rsidP="00166DA2">
                            <w:pPr>
                              <w:rPr>
                                <w:rFonts w:ascii="Trocchi" w:hAnsi="Trocchi"/>
                                <w:sz w:val="20"/>
                              </w:rPr>
                            </w:pPr>
                          </w:p>
                          <w:p w:rsidR="00166DA2" w:rsidRPr="00166DA2" w:rsidRDefault="00166DA2" w:rsidP="00166DA2">
                            <w:pPr>
                              <w:rPr>
                                <w:rFonts w:ascii="Trocchi" w:hAnsi="Trocchi"/>
                                <w:sz w:val="20"/>
                              </w:rPr>
                            </w:pPr>
                          </w:p>
                          <w:p w:rsidR="005377C8" w:rsidRDefault="005377C8" w:rsidP="002B3280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</w:p>
                          <w:p w:rsidR="002B6F69" w:rsidRPr="002B6F69" w:rsidRDefault="002B6F69" w:rsidP="002B6F69">
                            <w:pPr>
                              <w:pStyle w:val="ListParagraph"/>
                              <w:rPr>
                                <w:rFonts w:ascii="Trocchi" w:hAnsi="Trocchi"/>
                                <w:sz w:val="20"/>
                              </w:rPr>
                            </w:pPr>
                          </w:p>
                          <w:p w:rsidR="002B3280" w:rsidRPr="005377C8" w:rsidRDefault="002B3280" w:rsidP="00201E3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Trocchi" w:hAnsi="Trocchi"/>
                                <w:sz w:val="20"/>
                              </w:rPr>
                            </w:pPr>
                            <w:r w:rsidRPr="005377C8">
                              <w:rPr>
                                <w:rFonts w:ascii="Trocchi" w:hAnsi="Trocchi"/>
                                <w:sz w:val="20"/>
                              </w:rPr>
                              <w:t xml:space="preserve">Access to our </w:t>
                            </w:r>
                            <w:r w:rsidR="005377C8" w:rsidRPr="005377C8">
                              <w:rPr>
                                <w:rFonts w:ascii="Trocchi" w:hAnsi="Trocchi"/>
                                <w:sz w:val="20"/>
                              </w:rPr>
                              <w:t xml:space="preserve">maintenance team. </w:t>
                            </w:r>
                            <w:r w:rsidRPr="005377C8">
                              <w:rPr>
                                <w:rFonts w:ascii="Trocchi" w:hAnsi="Trocchi"/>
                                <w:sz w:val="20"/>
                              </w:rPr>
                              <w:t>MMI’s sister company, Market Ready, Inc., is a licensed home improvement / maintenance company providing routine maintenance services to our associations and our residents</w:t>
                            </w:r>
                            <w:r w:rsidR="005377C8">
                              <w:rPr>
                                <w:rFonts w:ascii="Trocchi" w:hAnsi="Trocchi"/>
                                <w:sz w:val="20"/>
                              </w:rPr>
                              <w:t xml:space="preserve"> at discounted labor rates</w:t>
                            </w:r>
                            <w:r w:rsidRPr="005377C8">
                              <w:rPr>
                                <w:rFonts w:ascii="Trocchi" w:hAnsi="Trocchi"/>
                                <w:sz w:val="20"/>
                              </w:rPr>
                              <w:t xml:space="preserve">. </w:t>
                            </w:r>
                          </w:p>
                          <w:p w:rsidR="002B3280" w:rsidRPr="007256B7" w:rsidRDefault="007256B7" w:rsidP="007256B7">
                            <w:pPr>
                              <w:spacing w:after="40"/>
                              <w:rPr>
                                <w:rFonts w:ascii="Aktiv Grotesk" w:hAnsi="Aktiv Grotesk" w:cs="Aktiv Grotesk"/>
                              </w:rPr>
                            </w:pPr>
                            <w:r w:rsidRPr="007256B7">
                              <w:rPr>
                                <w:rFonts w:ascii="Aktiv Grotesk" w:hAnsi="Aktiv Grotesk" w:cs="Aktiv Grotesk"/>
                              </w:rPr>
                              <w:t>WHAT DOES IT COST?</w:t>
                            </w:r>
                          </w:p>
                          <w:p w:rsidR="002B3280" w:rsidRPr="00366C46" w:rsidRDefault="002B3280" w:rsidP="002B3280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366C46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Call today or visit our website to request a customized price for your association.</w:t>
                            </w:r>
                          </w:p>
                          <w:p w:rsidR="002B3280" w:rsidRPr="00490886" w:rsidRDefault="002B3280" w:rsidP="002B3280"/>
                          <w:p w:rsidR="002B3280" w:rsidRPr="00490886" w:rsidRDefault="002B3280" w:rsidP="002B3280"/>
                          <w:p w:rsidR="002B3280" w:rsidRDefault="002B32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36.75pt;margin-top:19.95pt;width:339.75pt;height:36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" filled="f" stroked="f" strokeweight=".5pt">
                <v:textbox>
                  <w:txbxContent>
                    <w:p w:rsidR="002B3280" w:rsidRPr="00AF0331" w:rsidRDefault="002B3280" w:rsidP="007256B7">
                      <w:pPr>
                        <w:spacing w:after="40"/>
                        <w:rPr>
                          <w:rFonts w:ascii="Aktiv Grotesk" w:hAnsi="Aktiv Grotesk" w:cs="Aktiv Grotesk"/>
                        </w:rPr>
                      </w:pPr>
                      <w:r w:rsidRPr="00AF0331">
                        <w:rPr>
                          <w:rFonts w:ascii="Aktiv Grotesk" w:hAnsi="Aktiv Grotesk" w:cs="Aktiv Grotesk"/>
                        </w:rPr>
                        <w:t>BUT WAIT, THERE’S MORE…you also get:</w:t>
                      </w:r>
                    </w:p>
                    <w:p w:rsidR="005377C8" w:rsidRDefault="005377C8" w:rsidP="005377C8">
                      <w:pPr>
                        <w:pStyle w:val="ListParagraph"/>
                        <w:rPr>
                          <w:rFonts w:ascii="Trocchi" w:hAnsi="Trocchi"/>
                          <w:sz w:val="20"/>
                        </w:rPr>
                      </w:pPr>
                    </w:p>
                    <w:p w:rsidR="005E586A" w:rsidRDefault="005E586A" w:rsidP="005377C8">
                      <w:pPr>
                        <w:pStyle w:val="ListParagraph"/>
                        <w:rPr>
                          <w:rFonts w:ascii="Trocchi" w:hAnsi="Trocchi"/>
                          <w:sz w:val="20"/>
                        </w:rPr>
                      </w:pPr>
                    </w:p>
                    <w:p w:rsidR="002B3280" w:rsidRDefault="002B3280" w:rsidP="005377C8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rPr>
                          <w:rFonts w:ascii="Trocchi" w:hAnsi="Trocchi"/>
                          <w:sz w:val="20"/>
                        </w:rPr>
                      </w:pPr>
                      <w:r w:rsidRPr="005377C8">
                        <w:rPr>
                          <w:rFonts w:ascii="Trocchi" w:hAnsi="Trocchi"/>
                          <w:sz w:val="20"/>
                        </w:rPr>
                        <w:t>Access to the savings and advantages of our co-operative buying service.</w:t>
                      </w:r>
                      <w:r w:rsidR="005377C8" w:rsidRPr="005377C8">
                        <w:rPr>
                          <w:rFonts w:ascii="Trocchi" w:hAnsi="Trocchi"/>
                          <w:sz w:val="20"/>
                        </w:rPr>
                        <w:t xml:space="preserve"> MMI is backed by the power of a community management cooperative that collectively manages more than 800,000 units. </w:t>
                      </w:r>
                      <w:r w:rsidR="005377C8">
                        <w:rPr>
                          <w:rFonts w:ascii="Trocchi" w:hAnsi="Trocchi"/>
                          <w:sz w:val="20"/>
                        </w:rPr>
                        <w:t xml:space="preserve">We pass along savings to our communities and homeowners. </w:t>
                      </w:r>
                      <w:r w:rsidR="005377C8">
                        <w:rPr>
                          <w:rFonts w:ascii="Trocchi" w:hAnsi="Trocchi"/>
                          <w:sz w:val="20"/>
                        </w:rPr>
                        <w:br/>
                      </w:r>
                      <w:r w:rsidR="005377C8">
                        <w:rPr>
                          <w:rFonts w:ascii="Trocchi" w:hAnsi="Trocchi"/>
                          <w:sz w:val="20"/>
                        </w:rPr>
                        <w:br/>
                        <w:t>More than just a buying service, this co-op offers you the advantages of a b</w:t>
                      </w:r>
                      <w:r w:rsidR="007E6765">
                        <w:rPr>
                          <w:rFonts w:ascii="Trocchi" w:hAnsi="Trocchi"/>
                          <w:sz w:val="20"/>
                        </w:rPr>
                        <w:t>ig box management company but you still get</w:t>
                      </w:r>
                      <w:r w:rsidR="005377C8">
                        <w:rPr>
                          <w:rFonts w:ascii="Trocchi" w:hAnsi="Trocchi"/>
                          <w:sz w:val="20"/>
                        </w:rPr>
                        <w:t xml:space="preserve"> a locally-owned and operated firm.</w:t>
                      </w:r>
                    </w:p>
                    <w:p w:rsidR="00166DA2" w:rsidRDefault="00166DA2" w:rsidP="00166DA2">
                      <w:pPr>
                        <w:rPr>
                          <w:rFonts w:ascii="Trocchi" w:hAnsi="Trocchi"/>
                          <w:sz w:val="20"/>
                        </w:rPr>
                      </w:pPr>
                      <w:bookmarkStart w:id="1" w:name="_GoBack"/>
                      <w:bookmarkEnd w:id="1"/>
                    </w:p>
                    <w:p w:rsidR="00166DA2" w:rsidRDefault="00166DA2" w:rsidP="00166DA2">
                      <w:pPr>
                        <w:rPr>
                          <w:rFonts w:ascii="Trocchi" w:hAnsi="Trocchi"/>
                          <w:sz w:val="20"/>
                        </w:rPr>
                      </w:pPr>
                    </w:p>
                    <w:p w:rsidR="00166DA2" w:rsidRPr="00166DA2" w:rsidRDefault="00166DA2" w:rsidP="00166DA2">
                      <w:pPr>
                        <w:rPr>
                          <w:rFonts w:ascii="Trocchi" w:hAnsi="Trocchi"/>
                          <w:sz w:val="20"/>
                        </w:rPr>
                      </w:pPr>
                    </w:p>
                    <w:p w:rsidR="005377C8" w:rsidRDefault="005377C8" w:rsidP="002B3280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</w:p>
                    <w:p w:rsidR="002B6F69" w:rsidRPr="002B6F69" w:rsidRDefault="002B6F69" w:rsidP="002B6F69">
                      <w:pPr>
                        <w:pStyle w:val="ListParagraph"/>
                        <w:rPr>
                          <w:rFonts w:ascii="Trocchi" w:hAnsi="Trocchi"/>
                          <w:sz w:val="20"/>
                        </w:rPr>
                      </w:pPr>
                    </w:p>
                    <w:p w:rsidR="002B3280" w:rsidRPr="005377C8" w:rsidRDefault="002B3280" w:rsidP="00201E3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rPr>
                          <w:rFonts w:ascii="Trocchi" w:hAnsi="Trocchi"/>
                          <w:sz w:val="20"/>
                        </w:rPr>
                      </w:pPr>
                      <w:r w:rsidRPr="005377C8">
                        <w:rPr>
                          <w:rFonts w:ascii="Trocchi" w:hAnsi="Trocchi"/>
                          <w:sz w:val="20"/>
                        </w:rPr>
                        <w:t xml:space="preserve">Access to our </w:t>
                      </w:r>
                      <w:r w:rsidR="005377C8" w:rsidRPr="005377C8">
                        <w:rPr>
                          <w:rFonts w:ascii="Trocchi" w:hAnsi="Trocchi"/>
                          <w:sz w:val="20"/>
                        </w:rPr>
                        <w:t xml:space="preserve">maintenance team. </w:t>
                      </w:r>
                      <w:r w:rsidRPr="005377C8">
                        <w:rPr>
                          <w:rFonts w:ascii="Trocchi" w:hAnsi="Trocchi"/>
                          <w:sz w:val="20"/>
                        </w:rPr>
                        <w:t>MMI’s sister company, Market Ready, Inc., is a licensed home improvement / maintenance company providing routine maintenance services to our associations and our residents</w:t>
                      </w:r>
                      <w:r w:rsidR="005377C8">
                        <w:rPr>
                          <w:rFonts w:ascii="Trocchi" w:hAnsi="Trocchi"/>
                          <w:sz w:val="20"/>
                        </w:rPr>
                        <w:t xml:space="preserve"> at discounted labor rates</w:t>
                      </w:r>
                      <w:r w:rsidRPr="005377C8">
                        <w:rPr>
                          <w:rFonts w:ascii="Trocchi" w:hAnsi="Trocchi"/>
                          <w:sz w:val="20"/>
                        </w:rPr>
                        <w:t xml:space="preserve">. </w:t>
                      </w:r>
                    </w:p>
                    <w:p w:rsidR="002B3280" w:rsidRPr="007256B7" w:rsidRDefault="007256B7" w:rsidP="007256B7">
                      <w:pPr>
                        <w:spacing w:after="40"/>
                        <w:rPr>
                          <w:rFonts w:ascii="Aktiv Grotesk" w:hAnsi="Aktiv Grotesk" w:cs="Aktiv Grotesk"/>
                        </w:rPr>
                      </w:pPr>
                      <w:r w:rsidRPr="007256B7">
                        <w:rPr>
                          <w:rFonts w:ascii="Aktiv Grotesk" w:hAnsi="Aktiv Grotesk" w:cs="Aktiv Grotesk"/>
                        </w:rPr>
                        <w:t>WHAT DOES IT COST?</w:t>
                      </w:r>
                    </w:p>
                    <w:p w:rsidR="002B3280" w:rsidRPr="00366C46" w:rsidRDefault="002B3280" w:rsidP="002B3280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366C46">
                        <w:rPr>
                          <w:rFonts w:ascii="Trocchi" w:hAnsi="Trocchi"/>
                          <w:sz w:val="20"/>
                          <w:szCs w:val="20"/>
                        </w:rPr>
                        <w:t>Call today or visit our website to request a customized price for your association.</w:t>
                      </w:r>
                    </w:p>
                    <w:p w:rsidR="002B3280" w:rsidRPr="00490886" w:rsidRDefault="002B3280" w:rsidP="002B3280"/>
                    <w:p w:rsidR="002B3280" w:rsidRPr="00490886" w:rsidRDefault="002B3280" w:rsidP="002B3280"/>
                    <w:p w:rsidR="002B3280" w:rsidRDefault="002B3280"/>
                  </w:txbxContent>
                </v:textbox>
              </v:shape>
            </w:pict>
          </mc:Fallback>
        </mc:AlternateContent>
      </w:r>
      <w:r w:rsidR="00BE3C80"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262890</wp:posOffset>
                </wp:positionV>
                <wp:extent cx="4152900" cy="14859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34FC" w:rsidRDefault="00CE34FC" w:rsidP="00017CB9">
                            <w:pPr>
                              <w:spacing w:after="120" w:line="360" w:lineRule="auto"/>
                              <w:jc w:val="center"/>
                              <w:rPr>
                                <w:rFonts w:ascii="Aktiv Grotesk" w:hAnsi="Aktiv Grotesk" w:cs="Aktiv Grotesk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BE3C80">
                              <w:rPr>
                                <w:rFonts w:ascii="Aktiv Grotesk" w:hAnsi="Aktiv Grotesk" w:cs="Aktiv Grotesk"/>
                                <w:b/>
                                <w:color w:val="7D140A"/>
                                <w:sz w:val="48"/>
                                <w:szCs w:val="48"/>
                              </w:rPr>
                              <w:t>FINANCIAL MANAGEMENT</w:t>
                            </w:r>
                            <w:r w:rsidRPr="00017CB9">
                              <w:rPr>
                                <w:rFonts w:ascii="Aktiv Grotesk" w:hAnsi="Aktiv Grotesk" w:cs="Aktiv Grotesk"/>
                                <w:b/>
                                <w:color w:val="7D140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E3C80">
                              <w:rPr>
                                <w:rFonts w:ascii="Aktiv Grotesk" w:hAnsi="Aktiv Grotesk" w:cs="Aktiv Grotesk"/>
                                <w:b/>
                                <w:color w:val="7D140A"/>
                                <w:sz w:val="36"/>
                                <w:szCs w:val="36"/>
                              </w:rPr>
                              <w:br/>
                            </w:r>
                            <w:r w:rsidRPr="00017CB9">
                              <w:rPr>
                                <w:rFonts w:ascii="Aktiv Grotesk" w:hAnsi="Aktiv Grotesk" w:cs="Aktiv Grotesk"/>
                                <w:b/>
                                <w:color w:val="7D140A"/>
                                <w:sz w:val="36"/>
                                <w:szCs w:val="36"/>
                              </w:rPr>
                              <w:t xml:space="preserve">FOR COMMUNITY ASSOCIATIONS AND </w:t>
                            </w:r>
                            <w:r w:rsidRPr="00CE34FC">
                              <w:rPr>
                                <w:rFonts w:ascii="Aktiv Grotesk" w:hAnsi="Aktiv Grotesk" w:cs="Aktiv Grotesk"/>
                                <w:b/>
                                <w:i/>
                                <w:sz w:val="36"/>
                                <w:szCs w:val="36"/>
                              </w:rPr>
                              <w:t>INTRODUCING</w:t>
                            </w:r>
                          </w:p>
                          <w:p w:rsidR="00017CB9" w:rsidRPr="00CE34FC" w:rsidRDefault="00017CB9" w:rsidP="00017CB9">
                            <w:pPr>
                              <w:spacing w:after="120"/>
                              <w:jc w:val="center"/>
                              <w:rPr>
                                <w:rFonts w:ascii="Aktiv Grotesk" w:hAnsi="Aktiv Grotesk" w:cs="Aktiv Grotesk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427.5pt;margin-top:20.7pt;width:327pt;height:11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" filled="f" stroked="f" strokeweight=".5pt">
                <v:textbox>
                  <w:txbxContent>
                    <w:p w:rsidR="00CE34FC" w:rsidRDefault="00CE34FC" w:rsidP="00017CB9">
                      <w:pPr>
                        <w:spacing w:after="120" w:line="360" w:lineRule="auto"/>
                        <w:jc w:val="center"/>
                        <w:rPr>
                          <w:rFonts w:ascii="Aktiv Grotesk" w:hAnsi="Aktiv Grotesk" w:cs="Aktiv Grotesk"/>
                          <w:b/>
                          <w:i/>
                          <w:sz w:val="36"/>
                          <w:szCs w:val="36"/>
                        </w:rPr>
                      </w:pPr>
                      <w:r w:rsidRPr="00BE3C80">
                        <w:rPr>
                          <w:rFonts w:ascii="Aktiv Grotesk" w:hAnsi="Aktiv Grotesk" w:cs="Aktiv Grotesk"/>
                          <w:b/>
                          <w:color w:val="7D140A"/>
                          <w:sz w:val="48"/>
                          <w:szCs w:val="48"/>
                        </w:rPr>
                        <w:t>FINANCIAL MANAGEMENT</w:t>
                      </w:r>
                      <w:r w:rsidRPr="00017CB9">
                        <w:rPr>
                          <w:rFonts w:ascii="Aktiv Grotesk" w:hAnsi="Aktiv Grotesk" w:cs="Aktiv Grotesk"/>
                          <w:b/>
                          <w:color w:val="7D140A"/>
                          <w:sz w:val="36"/>
                          <w:szCs w:val="36"/>
                        </w:rPr>
                        <w:t xml:space="preserve"> </w:t>
                      </w:r>
                      <w:r w:rsidR="00BE3C80">
                        <w:rPr>
                          <w:rFonts w:ascii="Aktiv Grotesk" w:hAnsi="Aktiv Grotesk" w:cs="Aktiv Grotesk"/>
                          <w:b/>
                          <w:color w:val="7D140A"/>
                          <w:sz w:val="36"/>
                          <w:szCs w:val="36"/>
                        </w:rPr>
                        <w:br/>
                      </w:r>
                      <w:r w:rsidRPr="00017CB9">
                        <w:rPr>
                          <w:rFonts w:ascii="Aktiv Grotesk" w:hAnsi="Aktiv Grotesk" w:cs="Aktiv Grotesk"/>
                          <w:b/>
                          <w:color w:val="7D140A"/>
                          <w:sz w:val="36"/>
                          <w:szCs w:val="36"/>
                        </w:rPr>
                        <w:t xml:space="preserve">FOR COMMUNITY ASSOCIATIONS AND </w:t>
                      </w:r>
                      <w:r w:rsidRPr="00CE34FC">
                        <w:rPr>
                          <w:rFonts w:ascii="Aktiv Grotesk" w:hAnsi="Aktiv Grotesk" w:cs="Aktiv Grotesk"/>
                          <w:b/>
                          <w:i/>
                          <w:sz w:val="36"/>
                          <w:szCs w:val="36"/>
                        </w:rPr>
                        <w:t>INTRODUCING</w:t>
                      </w:r>
                    </w:p>
                    <w:p w:rsidR="00017CB9" w:rsidRPr="00CE34FC" w:rsidRDefault="00017CB9" w:rsidP="00017CB9">
                      <w:pPr>
                        <w:spacing w:after="120"/>
                        <w:jc w:val="center"/>
                        <w:rPr>
                          <w:rFonts w:ascii="Aktiv Grotesk" w:hAnsi="Aktiv Grotesk" w:cs="Aktiv Grotesk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1477" w:rsidRPr="00490886">
        <w:rPr>
          <w:noProof/>
          <w:lang w:eastAsia="en-US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6296660</wp:posOffset>
            </wp:positionV>
            <wp:extent cx="1076325" cy="537845"/>
            <wp:effectExtent l="0" t="0" r="0" b="0"/>
            <wp:wrapTight wrapText="bothSides">
              <wp:wrapPolygon edited="0">
                <wp:start x="16057" y="765"/>
                <wp:lineTo x="3823" y="2295"/>
                <wp:lineTo x="1147" y="4590"/>
                <wp:lineTo x="1147" y="18361"/>
                <wp:lineTo x="5352" y="20656"/>
                <wp:lineTo x="19115" y="20656"/>
                <wp:lineTo x="19497" y="19126"/>
                <wp:lineTo x="20262" y="765"/>
                <wp:lineTo x="16057" y="765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amc[1]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147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6254115</wp:posOffset>
                </wp:positionV>
                <wp:extent cx="3267075" cy="10287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81477" w:rsidRPr="00381477" w:rsidRDefault="00381477" w:rsidP="00381477">
                            <w:pPr>
                              <w:rPr>
                                <w:rFonts w:ascii="Aktiv Grotesk" w:hAnsi="Aktiv Grotesk" w:cs="Aktiv Grotesk"/>
                                <w:sz w:val="18"/>
                                <w:szCs w:val="18"/>
                              </w:rPr>
                            </w:pPr>
                            <w:r w:rsidRPr="00381477">
                              <w:rPr>
                                <w:rFonts w:ascii="Aktiv Grotesk" w:hAnsi="Aktiv Grotesk" w:cs="Aktiv Grotesk"/>
                                <w:sz w:val="18"/>
                                <w:szCs w:val="18"/>
                              </w:rPr>
                              <w:t>MMI is an Accredited Association Management Company® meaning we have demonstrated a commitment to excellence through manager training, supervision and that we have experience in a wide range of community management areas.  The AAMC® designation is issued by the Community Associations Institute.</w:t>
                            </w:r>
                          </w:p>
                          <w:p w:rsidR="00381477" w:rsidRDefault="00381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117pt;margin-top:492.45pt;width:257.25pt;height:8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" fillcolor="white [3201]" stroked="f" strokeweight=".5pt">
                <v:textbox>
                  <w:txbxContent>
                    <w:p w:rsidR="00381477" w:rsidRPr="00381477" w:rsidRDefault="00381477" w:rsidP="00381477">
                      <w:pPr>
                        <w:rPr>
                          <w:rFonts w:ascii="Aktiv Grotesk" w:hAnsi="Aktiv Grotesk" w:cs="Aktiv Grotesk"/>
                          <w:sz w:val="18"/>
                          <w:szCs w:val="18"/>
                        </w:rPr>
                      </w:pPr>
                      <w:r w:rsidRPr="00381477">
                        <w:rPr>
                          <w:rFonts w:ascii="Aktiv Grotesk" w:hAnsi="Aktiv Grotesk" w:cs="Aktiv Grotesk"/>
                          <w:sz w:val="18"/>
                          <w:szCs w:val="18"/>
                        </w:rPr>
                        <w:t>MMI is an Accredited Association Management Company® meaning we have demonstrated a commitment to excellence through manager training, supervision and that we have experience in a wide range of community management areas.  The AAMC® designation is issued by the Community Associations Institute.</w:t>
                      </w:r>
                    </w:p>
                    <w:p w:rsidR="00381477" w:rsidRDefault="00381477"/>
                  </w:txbxContent>
                </v:textbox>
              </v:shape>
            </w:pict>
          </mc:Fallback>
        </mc:AlternateContent>
      </w:r>
      <w:r w:rsidR="0038147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5768340</wp:posOffset>
                </wp:positionV>
                <wp:extent cx="4410075" cy="514350"/>
                <wp:effectExtent l="0" t="0" r="9525" b="0"/>
                <wp:wrapTight wrapText="bothSides">
                  <wp:wrapPolygon edited="0">
                    <wp:start x="0" y="0"/>
                    <wp:lineTo x="0" y="20800"/>
                    <wp:lineTo x="21553" y="20800"/>
                    <wp:lineTo x="21553" y="0"/>
                    <wp:lineTo x="0" y="0"/>
                  </wp:wrapPolygon>
                </wp:wrapTight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B288B" w:rsidRDefault="00FB288B" w:rsidP="00FB288B">
                            <w:pPr>
                              <w:jc w:val="center"/>
                              <w:rPr>
                                <w:rFonts w:ascii="Aktiv Grotesk" w:hAnsi="Aktiv Grotesk" w:cs="Aktiv Grotesk"/>
                              </w:rPr>
                            </w:pPr>
                            <w:r>
                              <w:rPr>
                                <w:rFonts w:ascii="Aktiv Grotesk" w:hAnsi="Aktiv Grotesk" w:cs="Aktiv Grotesk"/>
                              </w:rPr>
                              <w:t>AccessMMI.com</w:t>
                            </w:r>
                          </w:p>
                          <w:p w:rsidR="00FB288B" w:rsidRDefault="00FB288B" w:rsidP="00FB288B">
                            <w:pPr>
                              <w:jc w:val="center"/>
                              <w:rPr>
                                <w:rFonts w:ascii="Aktiv Grotesk" w:hAnsi="Aktiv Grotesk" w:cs="Aktiv Grotesk"/>
                              </w:rPr>
                            </w:pPr>
                            <w:r>
                              <w:rPr>
                                <w:rFonts w:ascii="Aktiv Grotesk" w:hAnsi="Aktiv Grotesk" w:cs="Aktiv Grotesk"/>
                              </w:rPr>
                              <w:t>301-220-1850</w:t>
                            </w:r>
                          </w:p>
                          <w:p w:rsidR="00381477" w:rsidRDefault="00381477" w:rsidP="00FB288B">
                            <w:pPr>
                              <w:jc w:val="center"/>
                              <w:rPr>
                                <w:rFonts w:ascii="Aktiv Grotesk" w:hAnsi="Aktiv Grotesk" w:cs="Aktiv Grote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margin-left:29.25pt;margin-top:454.2pt;width:347.25pt;height:40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" fillcolor="white [3201]" stroked="f" strokeweight=".5pt">
                <v:textbox>
                  <w:txbxContent>
                    <w:p w:rsidR="00FB288B" w:rsidRDefault="00FB288B" w:rsidP="00FB288B">
                      <w:pPr>
                        <w:jc w:val="center"/>
                        <w:rPr>
                          <w:rFonts w:ascii="Aktiv Grotesk" w:hAnsi="Aktiv Grotesk" w:cs="Aktiv Grotesk"/>
                        </w:rPr>
                      </w:pPr>
                      <w:r>
                        <w:rPr>
                          <w:rFonts w:ascii="Aktiv Grotesk" w:hAnsi="Aktiv Grotesk" w:cs="Aktiv Grotesk"/>
                        </w:rPr>
                        <w:t>AccessMMI.com</w:t>
                      </w:r>
                    </w:p>
                    <w:p w:rsidR="00FB288B" w:rsidRDefault="00FB288B" w:rsidP="00FB288B">
                      <w:pPr>
                        <w:jc w:val="center"/>
                        <w:rPr>
                          <w:rFonts w:ascii="Aktiv Grotesk" w:hAnsi="Aktiv Grotesk" w:cs="Aktiv Grotesk"/>
                        </w:rPr>
                      </w:pPr>
                      <w:r>
                        <w:rPr>
                          <w:rFonts w:ascii="Aktiv Grotesk" w:hAnsi="Aktiv Grotesk" w:cs="Aktiv Grotesk"/>
                        </w:rPr>
                        <w:t>301-220-1850</w:t>
                      </w:r>
                    </w:p>
                    <w:p w:rsidR="00381477" w:rsidRDefault="00381477" w:rsidP="00FB288B">
                      <w:pPr>
                        <w:jc w:val="center"/>
                        <w:rPr>
                          <w:rFonts w:ascii="Aktiv Grotesk" w:hAnsi="Aktiv Grotesk" w:cs="Aktiv Grotesk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381477">
        <w:rPr>
          <w:noProof/>
          <w:lang w:eastAsia="en-US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4768215</wp:posOffset>
            </wp:positionV>
            <wp:extent cx="2534285" cy="1014730"/>
            <wp:effectExtent l="0" t="0" r="0" b="0"/>
            <wp:wrapTight wrapText="bothSides">
              <wp:wrapPolygon edited="0">
                <wp:start x="0" y="0"/>
                <wp:lineTo x="0" y="21086"/>
                <wp:lineTo x="21432" y="21086"/>
                <wp:lineTo x="21432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mi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285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580" w:rsidRPr="00894BD8">
        <w:rPr>
          <w:rFonts w:ascii="Trebuchet MS" w:hAnsi="Trebuchet MS"/>
        </w:rPr>
        <w:br w:type="page"/>
      </w:r>
    </w:p>
    <w:p w:rsidR="00072036" w:rsidRDefault="003C529F" w:rsidP="00072036">
      <w:pPr>
        <w:rPr>
          <w:rFonts w:ascii="Trebuchet MS" w:hAnsi="Trebuchet MS"/>
        </w:rPr>
      </w:pPr>
      <w:r>
        <w:rPr>
          <w:rFonts w:ascii="Trocchi" w:hAnsi="Trocchi"/>
          <w:noProof/>
          <w:sz w:val="20"/>
          <w:szCs w:val="20"/>
          <w:lang w:eastAsia="en-US"/>
        </w:rPr>
        <w:lastRenderedPageBreak/>
        <w:drawing>
          <wp:anchor distT="0" distB="0" distL="114300" distR="114300" simplePos="0" relativeHeight="251713536" behindDoc="1" locked="0" layoutInCell="1" allowOverlap="1">
            <wp:simplePos x="0" y="0"/>
            <wp:positionH relativeFrom="margin">
              <wp:posOffset>8229600</wp:posOffset>
            </wp:positionH>
            <wp:positionV relativeFrom="paragraph">
              <wp:posOffset>6029325</wp:posOffset>
            </wp:positionV>
            <wp:extent cx="1133475" cy="1133475"/>
            <wp:effectExtent l="0" t="0" r="9525" b="9525"/>
            <wp:wrapTight wrapText="bothSides">
              <wp:wrapPolygon edited="0">
                <wp:start x="0" y="0"/>
                <wp:lineTo x="0" y="21418"/>
                <wp:lineTo x="21418" y="21418"/>
                <wp:lineTo x="21418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hutterstock_6465046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E4C">
        <w:rPr>
          <w:rFonts w:ascii="Trebuchet MS" w:hAnsi="Trebuchet MS"/>
          <w:noProof/>
          <w:lang w:eastAsia="en-US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2422525</wp:posOffset>
            </wp:positionH>
            <wp:positionV relativeFrom="paragraph">
              <wp:posOffset>476250</wp:posOffset>
            </wp:positionV>
            <wp:extent cx="1791335" cy="1704975"/>
            <wp:effectExtent l="133350" t="133350" r="132715" b="142875"/>
            <wp:wrapTight wrapText="bothSides">
              <wp:wrapPolygon edited="0">
                <wp:start x="-689" y="-1689"/>
                <wp:lineTo x="-1608" y="-1207"/>
                <wp:lineTo x="-1608" y="20997"/>
                <wp:lineTo x="-689" y="23169"/>
                <wp:lineTo x="22052" y="23169"/>
                <wp:lineTo x="22741" y="21962"/>
                <wp:lineTo x="22971" y="2655"/>
                <wp:lineTo x="22052" y="-965"/>
                <wp:lineTo x="22052" y="-1689"/>
                <wp:lineTo x="-689" y="-1689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dobeStock_93186136_Preview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704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07950" dist="12700" dir="5400000" algn="ctr">
                        <a:srgbClr val="000000"/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E4C">
        <w:rPr>
          <w:rFonts w:ascii="Trocchi" w:hAnsi="Trocchi"/>
          <w:noProof/>
          <w:sz w:val="20"/>
          <w:szCs w:val="20"/>
          <w:lang w:eastAsia="en-US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8582025</wp:posOffset>
            </wp:positionH>
            <wp:positionV relativeFrom="paragraph">
              <wp:posOffset>671830</wp:posOffset>
            </wp:positionV>
            <wp:extent cx="781050" cy="570230"/>
            <wp:effectExtent l="57150" t="19050" r="57150" b="96520"/>
            <wp:wrapTight wrapText="bothSides">
              <wp:wrapPolygon edited="0">
                <wp:start x="11063" y="-722"/>
                <wp:lineTo x="-1054" y="0"/>
                <wp:lineTo x="-1580" y="20927"/>
                <wp:lineTo x="5268" y="23813"/>
                <wp:lineTo x="5795" y="24535"/>
                <wp:lineTo x="12644" y="24535"/>
                <wp:lineTo x="14224" y="23091"/>
                <wp:lineTo x="22654" y="12267"/>
                <wp:lineTo x="22654" y="11546"/>
                <wp:lineTo x="19493" y="4330"/>
                <wp:lineTo x="17385" y="-722"/>
                <wp:lineTo x="11063" y="-722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ireless mouse.jpg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70230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A54">
        <w:rPr>
          <w:rFonts w:ascii="Trebuchet MS" w:hAnsi="Trebuchet M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75291C1" wp14:editId="65AE8A7A">
                <wp:simplePos x="0" y="0"/>
                <wp:positionH relativeFrom="column">
                  <wp:posOffset>5381625</wp:posOffset>
                </wp:positionH>
                <wp:positionV relativeFrom="paragraph">
                  <wp:posOffset>485775</wp:posOffset>
                </wp:positionV>
                <wp:extent cx="4267200" cy="6934200"/>
                <wp:effectExtent l="0" t="0" r="0" b="0"/>
                <wp:wrapTight wrapText="bothSides">
                  <wp:wrapPolygon edited="0">
                    <wp:start x="0" y="0"/>
                    <wp:lineTo x="0" y="21541"/>
                    <wp:lineTo x="21504" y="21541"/>
                    <wp:lineTo x="21504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693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B3280" w:rsidRPr="00BF7C38" w:rsidRDefault="002B3280" w:rsidP="002B3280">
                            <w:pPr>
                              <w:rPr>
                                <w:rFonts w:ascii="Aktiv Grotesk" w:hAnsi="Aktiv Grotesk" w:cs="Aktiv Grotesk"/>
                                <w:b/>
                              </w:rPr>
                            </w:pPr>
                            <w:r w:rsidRPr="00BF7C38">
                              <w:rPr>
                                <w:rFonts w:ascii="Aktiv Grotesk" w:hAnsi="Aktiv Grotesk" w:cs="Aktiv Grotesk"/>
                                <w:b/>
                              </w:rPr>
                              <w:t>U-MANAGE</w:t>
                            </w:r>
                          </w:p>
                          <w:p w:rsidR="002B3280" w:rsidRPr="00AF0331" w:rsidRDefault="002B3280" w:rsidP="007256B7">
                            <w:pPr>
                              <w:spacing w:after="40"/>
                              <w:rPr>
                                <w:rFonts w:ascii="Aktiv Grotesk" w:hAnsi="Aktiv Grotesk" w:cs="Aktiv Grotesk"/>
                              </w:rPr>
                            </w:pPr>
                            <w:r w:rsidRPr="00AF0331">
                              <w:rPr>
                                <w:rFonts w:ascii="Aktiv Grotesk" w:hAnsi="Aktiv Grotesk" w:cs="Aktiv Grotesk"/>
                              </w:rPr>
                              <w:t>What do you get?</w:t>
                            </w:r>
                          </w:p>
                          <w:p w:rsidR="002B3280" w:rsidRDefault="002B3280" w:rsidP="002B3280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>
                              <w:t>All the financial services and options,</w:t>
                            </w:r>
                            <w:r w:rsidR="007256B7">
                              <w:t xml:space="preserve"> </w:t>
                            </w:r>
                            <w:r w:rsidRPr="007256B7">
                              <w:rPr>
                                <w:b/>
                                <w:u w:val="single"/>
                              </w:rPr>
                              <w:t>PLUS</w:t>
                            </w:r>
                            <w:r>
                              <w:t xml:space="preserve"> </w:t>
                            </w:r>
                            <w:r w:rsidR="0001629A">
                              <w:br/>
                            </w:r>
                            <w:r>
                              <w:t xml:space="preserve">the 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power of our robust management software 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br/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to help with all your administrative needs. </w:t>
                            </w:r>
                          </w:p>
                          <w:p w:rsidR="007256B7" w:rsidRPr="00C50A54" w:rsidRDefault="007256B7" w:rsidP="002B3280">
                            <w:pPr>
                              <w:rPr>
                                <w:rFonts w:ascii="Trocchi" w:hAnsi="Trocchi"/>
                                <w:sz w:val="16"/>
                                <w:szCs w:val="16"/>
                              </w:rPr>
                            </w:pPr>
                          </w:p>
                          <w:p w:rsidR="002B3280" w:rsidRPr="002B3280" w:rsidRDefault="002B3280" w:rsidP="002B3280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With our U-Manage program, you or your staff will manage the 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web 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portal. We can turn functions on or off to suit your needs.</w:t>
                            </w:r>
                          </w:p>
                          <w:p w:rsidR="002B3280" w:rsidRPr="002B3280" w:rsidRDefault="002B3280" w:rsidP="00C50A54">
                            <w:pPr>
                              <w:spacing w:after="80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Some of the administrative functions you will have available include: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Templated </w:t>
                            </w:r>
                            <w:r w:rsidR="00C50A54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Board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meeting agendas and minutes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Documents storage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Managing maintenance requests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Conducting covenants inspections and issuing violation notices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Managing the architectural change request process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Issuing mass communications to your residents via U.S. Mail, </w:t>
                            </w:r>
                            <w:r w:rsidR="00C50A54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email, pop-up messages or texts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Managing clubhouse rental schedules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0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An MMI coordinator to help with questions and training</w:t>
                            </w:r>
                            <w:r w:rsidR="00C50A54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for your Board and homeowners</w:t>
                            </w:r>
                          </w:p>
                          <w:p w:rsidR="002B3280" w:rsidRPr="00C50A54" w:rsidRDefault="002B3280" w:rsidP="002B3280">
                            <w:pPr>
                              <w:rPr>
                                <w:rFonts w:ascii="Trocchi" w:hAnsi="Trocchi"/>
                                <w:sz w:val="16"/>
                                <w:szCs w:val="16"/>
                              </w:rPr>
                            </w:pPr>
                          </w:p>
                          <w:p w:rsidR="002B3280" w:rsidRPr="002B3280" w:rsidRDefault="007256B7" w:rsidP="002B3280">
                            <w:pP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When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these functions are activated, your residents will enjoy added convenience as well as open and interactive communications with your </w:t>
                            </w:r>
                            <w:r w:rsidR="00C50A54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Board</w:t>
                            </w: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, which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leads to trust</w:t>
                            </w: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,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confidence and, ultimately, a more engaged community.</w:t>
                            </w:r>
                          </w:p>
                          <w:p w:rsidR="00366C46" w:rsidRPr="00C50A54" w:rsidRDefault="00366C46" w:rsidP="002B3280">
                            <w:pPr>
                              <w:rPr>
                                <w:rFonts w:ascii="Trocchi" w:hAnsi="Trocch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B3280" w:rsidRPr="00AF0331" w:rsidRDefault="002B3280" w:rsidP="007256B7">
                            <w:pPr>
                              <w:spacing w:after="40"/>
                              <w:rPr>
                                <w:rFonts w:ascii="Aktiv Grotesk" w:hAnsi="Aktiv Grotesk" w:cs="Aktiv Grotesk"/>
                              </w:rPr>
                            </w:pPr>
                            <w:r w:rsidRPr="00AF0331">
                              <w:rPr>
                                <w:rFonts w:ascii="Aktiv Grotesk" w:hAnsi="Aktiv Grotesk" w:cs="Aktiv Grotesk"/>
                              </w:rPr>
                              <w:t xml:space="preserve">What else </w:t>
                            </w:r>
                            <w:r w:rsidR="0001629A">
                              <w:rPr>
                                <w:rFonts w:ascii="Aktiv Grotesk" w:hAnsi="Aktiv Grotesk" w:cs="Aktiv Grotesk"/>
                              </w:rPr>
                              <w:t>can</w:t>
                            </w:r>
                            <w:r w:rsidRPr="00AF0331">
                              <w:rPr>
                                <w:rFonts w:ascii="Aktiv Grotesk" w:hAnsi="Aktiv Grotesk" w:cs="Aktiv Grotesk"/>
                              </w:rPr>
                              <w:t xml:space="preserve"> you get?</w:t>
                            </w:r>
                          </w:p>
                          <w:p w:rsidR="002B3280" w:rsidRPr="002B3280" w:rsidRDefault="00C50A54" w:rsidP="00C50A54">
                            <w:pPr>
                              <w:spacing w:after="80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You may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qualify </w:t>
                            </w: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for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hourly consulting and a-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la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="002B3280"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carte</w:t>
                            </w:r>
                            <w:proofErr w:type="spellEnd"/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services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C5F6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for a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n additional</w:t>
                            </w:r>
                            <w:r w:rsidR="003C5F6C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fee</w:t>
                            </w: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, such as: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1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Issuance of resale disclosure</w:t>
                            </w:r>
                            <w:r w:rsidR="00C50A54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packages 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1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Budget assistance</w:t>
                            </w:r>
                          </w:p>
                          <w:p w:rsidR="00C50A54" w:rsidRPr="00C50A54" w:rsidRDefault="002B3280" w:rsidP="00C50A54">
                            <w:pPr>
                              <w:numPr>
                                <w:ilvl w:val="0"/>
                                <w:numId w:val="21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Credit reporting</w:t>
                            </w:r>
                            <w:r w:rsidR="00C50A54" w:rsidRPr="00C50A54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br/>
                              <w:t>U-MANAGE ONLY: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1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Covenants enforcement</w:t>
                            </w:r>
                          </w:p>
                          <w:p w:rsidR="00C50A54" w:rsidRPr="002B3280" w:rsidRDefault="00C50A54" w:rsidP="00C50A54">
                            <w:pPr>
                              <w:numPr>
                                <w:ilvl w:val="0"/>
                                <w:numId w:val="21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Annual meeting administration</w:t>
                            </w:r>
                            <w:r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B3280" w:rsidRPr="002B3280" w:rsidRDefault="002B3280" w:rsidP="00366C46">
                            <w:pPr>
                              <w:numPr>
                                <w:ilvl w:val="0"/>
                                <w:numId w:val="21"/>
                              </w:numPr>
                              <w:spacing w:line="259" w:lineRule="auto"/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Project management</w:t>
                            </w:r>
                          </w:p>
                          <w:p w:rsidR="002B3280" w:rsidRDefault="002B3280" w:rsidP="00366C46">
                            <w:pPr>
                              <w:numPr>
                                <w:ilvl w:val="0"/>
                                <w:numId w:val="21"/>
                              </w:numPr>
                              <w:spacing w:line="259" w:lineRule="auto"/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  <w:szCs w:val="20"/>
                              </w:rPr>
                              <w:t>Insurance claims manageme</w:t>
                            </w:r>
                            <w:r w:rsidRPr="00490886">
                              <w:t>nt</w:t>
                            </w:r>
                          </w:p>
                          <w:p w:rsidR="002B3280" w:rsidRPr="00490886" w:rsidRDefault="002B3280" w:rsidP="002B3280">
                            <w:pPr>
                              <w:ind w:left="720"/>
                            </w:pPr>
                          </w:p>
                          <w:p w:rsidR="003D5DED" w:rsidRDefault="003D5DED" w:rsidP="003D5D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291C1" id="Text Box 2" o:spid="_x0000_s1035" type="#_x0000_t202" style="position:absolute;margin-left:423.75pt;margin-top:38.25pt;width:336pt;height:546pt;z-index:-251615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" fillcolor="window" stroked="f" strokeweight=".5pt">
                <v:textbox>
                  <w:txbxContent>
                    <w:p w:rsidR="002B3280" w:rsidRPr="00BF7C38" w:rsidRDefault="002B3280" w:rsidP="002B3280">
                      <w:pPr>
                        <w:rPr>
                          <w:rFonts w:ascii="Aktiv Grotesk" w:hAnsi="Aktiv Grotesk" w:cs="Aktiv Grotesk"/>
                          <w:b/>
                        </w:rPr>
                      </w:pPr>
                      <w:r w:rsidRPr="00BF7C38">
                        <w:rPr>
                          <w:rFonts w:ascii="Aktiv Grotesk" w:hAnsi="Aktiv Grotesk" w:cs="Aktiv Grotesk"/>
                          <w:b/>
                        </w:rPr>
                        <w:t>U-MANAGE</w:t>
                      </w:r>
                    </w:p>
                    <w:p w:rsidR="002B3280" w:rsidRPr="00AF0331" w:rsidRDefault="002B3280" w:rsidP="007256B7">
                      <w:pPr>
                        <w:spacing w:after="40"/>
                        <w:rPr>
                          <w:rFonts w:ascii="Aktiv Grotesk" w:hAnsi="Aktiv Grotesk" w:cs="Aktiv Grotesk"/>
                        </w:rPr>
                      </w:pPr>
                      <w:r w:rsidRPr="00AF0331">
                        <w:rPr>
                          <w:rFonts w:ascii="Aktiv Grotesk" w:hAnsi="Aktiv Grotesk" w:cs="Aktiv Grotesk"/>
                        </w:rPr>
                        <w:t>What do you get?</w:t>
                      </w:r>
                    </w:p>
                    <w:p w:rsidR="002B3280" w:rsidRDefault="002B3280" w:rsidP="002B3280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>
                        <w:t>All the financial services and options,</w:t>
                      </w:r>
                      <w:r w:rsidR="007256B7">
                        <w:t xml:space="preserve"> </w:t>
                      </w:r>
                      <w:r w:rsidRPr="007256B7">
                        <w:rPr>
                          <w:b/>
                          <w:u w:val="single"/>
                        </w:rPr>
                        <w:t>PLUS</w:t>
                      </w:r>
                      <w:r>
                        <w:t xml:space="preserve"> </w:t>
                      </w:r>
                      <w:r w:rsidR="0001629A">
                        <w:br/>
                      </w:r>
                      <w:r>
                        <w:t xml:space="preserve">the </w:t>
                      </w: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power of our robust management software </w:t>
                      </w:r>
                      <w:r w:rsidR="0001629A">
                        <w:rPr>
                          <w:rFonts w:ascii="Trocchi" w:hAnsi="Trocchi"/>
                          <w:sz w:val="20"/>
                          <w:szCs w:val="20"/>
                        </w:rPr>
                        <w:br/>
                      </w: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to help with all your administrative needs. </w:t>
                      </w:r>
                    </w:p>
                    <w:p w:rsidR="007256B7" w:rsidRPr="00C50A54" w:rsidRDefault="007256B7" w:rsidP="002B3280">
                      <w:pPr>
                        <w:rPr>
                          <w:rFonts w:ascii="Trocchi" w:hAnsi="Trocchi"/>
                          <w:sz w:val="16"/>
                          <w:szCs w:val="16"/>
                        </w:rPr>
                      </w:pPr>
                    </w:p>
                    <w:p w:rsidR="002B3280" w:rsidRPr="002B3280" w:rsidRDefault="002B3280" w:rsidP="002B3280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With our U-Manage program, you or your staff will manage the </w:t>
                      </w:r>
                      <w:r w:rsidR="0001629A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web </w:t>
                      </w: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portal. We can turn functions on or off to suit your needs.</w:t>
                      </w:r>
                    </w:p>
                    <w:p w:rsidR="002B3280" w:rsidRPr="002B3280" w:rsidRDefault="002B3280" w:rsidP="00C50A54">
                      <w:pPr>
                        <w:spacing w:after="80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Some of the administrative functions you will have available include: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Templated </w:t>
                      </w:r>
                      <w:r w:rsidR="00C50A54">
                        <w:rPr>
                          <w:rFonts w:ascii="Trocchi" w:hAnsi="Trocchi"/>
                          <w:sz w:val="20"/>
                          <w:szCs w:val="20"/>
                        </w:rPr>
                        <w:t>Board</w:t>
                      </w: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meeting agendas and minutes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Documents storage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Managing maintenance requests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Conducting covenants inspections and issuing violation notices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Managing the architectural change request process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Issuing mass communications to your residents via U.S. Mail, </w:t>
                      </w:r>
                      <w:r w:rsidR="00C50A54">
                        <w:rPr>
                          <w:rFonts w:ascii="Trocchi" w:hAnsi="Trocchi"/>
                          <w:sz w:val="20"/>
                          <w:szCs w:val="20"/>
                        </w:rPr>
                        <w:t>email, pop-up messages or texts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Managing clubhouse rental schedules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0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An MMI coordinator to help with questions and training</w:t>
                      </w:r>
                      <w:r w:rsidR="00C50A54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for your Board and homeowners</w:t>
                      </w:r>
                    </w:p>
                    <w:p w:rsidR="002B3280" w:rsidRPr="00C50A54" w:rsidRDefault="002B3280" w:rsidP="002B3280">
                      <w:pPr>
                        <w:rPr>
                          <w:rFonts w:ascii="Trocchi" w:hAnsi="Trocchi"/>
                          <w:sz w:val="16"/>
                          <w:szCs w:val="16"/>
                        </w:rPr>
                      </w:pPr>
                    </w:p>
                    <w:p w:rsidR="002B3280" w:rsidRPr="002B3280" w:rsidRDefault="007256B7" w:rsidP="002B3280">
                      <w:pPr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>When</w:t>
                      </w:r>
                      <w:r w:rsidR="002B3280"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these functions are activated, your residents will enjoy added convenience as well as open and interactive communications with your </w:t>
                      </w:r>
                      <w:r w:rsidR="00C50A54">
                        <w:rPr>
                          <w:rFonts w:ascii="Trocchi" w:hAnsi="Trocchi"/>
                          <w:sz w:val="20"/>
                          <w:szCs w:val="20"/>
                        </w:rPr>
                        <w:t>Board</w:t>
                      </w: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>, which</w:t>
                      </w:r>
                      <w:r w:rsidR="002B3280"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leads to trust</w:t>
                      </w: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>,</w:t>
                      </w:r>
                      <w:r w:rsidR="002B3280"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confidence and, ultimately, a more engaged community.</w:t>
                      </w:r>
                    </w:p>
                    <w:p w:rsidR="00366C46" w:rsidRPr="00C50A54" w:rsidRDefault="00366C46" w:rsidP="002B3280">
                      <w:pPr>
                        <w:rPr>
                          <w:rFonts w:ascii="Trocchi" w:hAnsi="Trocchi"/>
                          <w:b/>
                          <w:sz w:val="16"/>
                          <w:szCs w:val="16"/>
                        </w:rPr>
                      </w:pPr>
                    </w:p>
                    <w:p w:rsidR="002B3280" w:rsidRPr="00AF0331" w:rsidRDefault="002B3280" w:rsidP="007256B7">
                      <w:pPr>
                        <w:spacing w:after="40"/>
                        <w:rPr>
                          <w:rFonts w:ascii="Aktiv Grotesk" w:hAnsi="Aktiv Grotesk" w:cs="Aktiv Grotesk"/>
                        </w:rPr>
                      </w:pPr>
                      <w:r w:rsidRPr="00AF0331">
                        <w:rPr>
                          <w:rFonts w:ascii="Aktiv Grotesk" w:hAnsi="Aktiv Grotesk" w:cs="Aktiv Grotesk"/>
                        </w:rPr>
                        <w:t xml:space="preserve">What else </w:t>
                      </w:r>
                      <w:r w:rsidR="0001629A">
                        <w:rPr>
                          <w:rFonts w:ascii="Aktiv Grotesk" w:hAnsi="Aktiv Grotesk" w:cs="Aktiv Grotesk"/>
                        </w:rPr>
                        <w:t>can</w:t>
                      </w:r>
                      <w:r w:rsidRPr="00AF0331">
                        <w:rPr>
                          <w:rFonts w:ascii="Aktiv Grotesk" w:hAnsi="Aktiv Grotesk" w:cs="Aktiv Grotesk"/>
                        </w:rPr>
                        <w:t xml:space="preserve"> you get?</w:t>
                      </w:r>
                    </w:p>
                    <w:p w:rsidR="002B3280" w:rsidRPr="002B3280" w:rsidRDefault="00C50A54" w:rsidP="00C50A54">
                      <w:pPr>
                        <w:spacing w:after="80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>You may</w:t>
                      </w:r>
                      <w:r w:rsidR="0001629A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qualify </w:t>
                      </w: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>for</w:t>
                      </w:r>
                      <w:r w:rsidR="0001629A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hourly consulting and a-</w:t>
                      </w:r>
                      <w:r w:rsidR="002B3280"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la</w:t>
                      </w:r>
                      <w:r w:rsidR="0001629A">
                        <w:rPr>
                          <w:rFonts w:ascii="Trocchi" w:hAnsi="Trocchi"/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="002B3280"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carte</w:t>
                      </w:r>
                      <w:proofErr w:type="spellEnd"/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services</w:t>
                      </w:r>
                      <w:r w:rsidR="002B3280"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</w:t>
                      </w:r>
                      <w:r w:rsidR="003C5F6C">
                        <w:rPr>
                          <w:rFonts w:ascii="Trocchi" w:hAnsi="Trocchi"/>
                          <w:sz w:val="20"/>
                          <w:szCs w:val="20"/>
                        </w:rPr>
                        <w:t>for a</w:t>
                      </w:r>
                      <w:r w:rsidR="0001629A">
                        <w:rPr>
                          <w:rFonts w:ascii="Trocchi" w:hAnsi="Trocchi"/>
                          <w:sz w:val="20"/>
                          <w:szCs w:val="20"/>
                        </w:rPr>
                        <w:t>n additional</w:t>
                      </w:r>
                      <w:r w:rsidR="003C5F6C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fee</w:t>
                      </w: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>, such as: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1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Issuance of resale disclosure</w:t>
                      </w:r>
                      <w:r w:rsidR="00C50A54"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packages 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1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Budget assistance</w:t>
                      </w:r>
                    </w:p>
                    <w:p w:rsidR="00C50A54" w:rsidRPr="00C50A54" w:rsidRDefault="002B3280" w:rsidP="00C50A54">
                      <w:pPr>
                        <w:numPr>
                          <w:ilvl w:val="0"/>
                          <w:numId w:val="21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Credit reporting</w:t>
                      </w:r>
                      <w:r w:rsidR="00C50A54" w:rsidRPr="00C50A54">
                        <w:rPr>
                          <w:rFonts w:ascii="Trocchi" w:hAnsi="Trocchi"/>
                          <w:sz w:val="20"/>
                          <w:szCs w:val="20"/>
                        </w:rPr>
                        <w:br/>
                        <w:t>U-MANAGE ONLY: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1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Covenants enforcement</w:t>
                      </w:r>
                    </w:p>
                    <w:p w:rsidR="00C50A54" w:rsidRPr="002B3280" w:rsidRDefault="00C50A54" w:rsidP="00C50A54">
                      <w:pPr>
                        <w:numPr>
                          <w:ilvl w:val="0"/>
                          <w:numId w:val="21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Annual meeting administration</w:t>
                      </w:r>
                      <w:r>
                        <w:rPr>
                          <w:rFonts w:ascii="Trocchi" w:hAnsi="Trocch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2B3280" w:rsidRPr="002B3280" w:rsidRDefault="002B3280" w:rsidP="00366C46">
                      <w:pPr>
                        <w:numPr>
                          <w:ilvl w:val="0"/>
                          <w:numId w:val="21"/>
                        </w:numPr>
                        <w:spacing w:line="259" w:lineRule="auto"/>
                        <w:rPr>
                          <w:rFonts w:ascii="Trocchi" w:hAnsi="Trocchi"/>
                          <w:sz w:val="20"/>
                          <w:szCs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Project management</w:t>
                      </w:r>
                    </w:p>
                    <w:p w:rsidR="002B3280" w:rsidRDefault="002B3280" w:rsidP="00366C46">
                      <w:pPr>
                        <w:numPr>
                          <w:ilvl w:val="0"/>
                          <w:numId w:val="21"/>
                        </w:numPr>
                        <w:spacing w:line="259" w:lineRule="auto"/>
                      </w:pPr>
                      <w:r w:rsidRPr="002B3280">
                        <w:rPr>
                          <w:rFonts w:ascii="Trocchi" w:hAnsi="Trocchi"/>
                          <w:sz w:val="20"/>
                          <w:szCs w:val="20"/>
                        </w:rPr>
                        <w:t>Insurance claims manageme</w:t>
                      </w:r>
                      <w:r w:rsidRPr="00490886">
                        <w:t>nt</w:t>
                      </w:r>
                    </w:p>
                    <w:p w:rsidR="002B3280" w:rsidRPr="00490886" w:rsidRDefault="002B3280" w:rsidP="002B3280">
                      <w:pPr>
                        <w:ind w:left="720"/>
                      </w:pPr>
                    </w:p>
                    <w:p w:rsidR="003D5DED" w:rsidRDefault="003D5DED" w:rsidP="003D5DED"/>
                  </w:txbxContent>
                </v:textbox>
                <w10:wrap type="tight"/>
              </v:shape>
            </w:pict>
          </mc:Fallback>
        </mc:AlternateContent>
      </w:r>
      <w:r w:rsidR="00BF7C38">
        <w:rPr>
          <w:rFonts w:ascii="Trebuchet MS" w:hAnsi="Trebuchet M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1609725</wp:posOffset>
                </wp:positionV>
                <wp:extent cx="4267200" cy="5715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571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7C38" w:rsidRPr="00BF7C38" w:rsidRDefault="002B3280" w:rsidP="002B3280">
                            <w:pPr>
                              <w:rPr>
                                <w:rFonts w:ascii="Aktiv Grotesk" w:hAnsi="Aktiv Grotesk" w:cs="Aktiv Grotesk"/>
                                <w:b/>
                              </w:rPr>
                            </w:pPr>
                            <w:r w:rsidRPr="00BF7C38">
                              <w:rPr>
                                <w:rFonts w:ascii="Aktiv Grotesk" w:hAnsi="Aktiv Grotesk" w:cs="Aktiv Grotesk"/>
                                <w:b/>
                              </w:rPr>
                              <w:t xml:space="preserve">FINANCIAL </w:t>
                            </w:r>
                          </w:p>
                          <w:p w:rsidR="002B3280" w:rsidRPr="00BF7C38" w:rsidRDefault="002B3280" w:rsidP="002B3280">
                            <w:pPr>
                              <w:rPr>
                                <w:rFonts w:ascii="Aktiv Grotesk" w:hAnsi="Aktiv Grotesk" w:cs="Aktiv Grotesk"/>
                                <w:b/>
                              </w:rPr>
                            </w:pPr>
                            <w:r w:rsidRPr="00BF7C38">
                              <w:rPr>
                                <w:rFonts w:ascii="Aktiv Grotesk" w:hAnsi="Aktiv Grotesk" w:cs="Aktiv Grotesk"/>
                                <w:b/>
                              </w:rPr>
                              <w:t>MANAGEMENT</w:t>
                            </w:r>
                          </w:p>
                          <w:p w:rsidR="002B3280" w:rsidRPr="00AF0331" w:rsidRDefault="002B3280" w:rsidP="007256B7">
                            <w:pPr>
                              <w:spacing w:after="40"/>
                              <w:rPr>
                                <w:rFonts w:ascii="Aktiv Grotesk" w:hAnsi="Aktiv Grotesk" w:cs="Aktiv Grotesk"/>
                              </w:rPr>
                            </w:pPr>
                            <w:r w:rsidRPr="00AF0331">
                              <w:rPr>
                                <w:rFonts w:ascii="Aktiv Grotesk" w:hAnsi="Aktiv Grotesk" w:cs="Aktiv Grotesk"/>
                              </w:rPr>
                              <w:t>What do you get?</w:t>
                            </w:r>
                          </w:p>
                          <w:p w:rsidR="0001629A" w:rsidRDefault="0001629A" w:rsidP="0001629A">
                            <w:pPr>
                              <w:pStyle w:val="ListParagraph"/>
                              <w:spacing w:after="40"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</w:p>
                          <w:p w:rsidR="007256B7" w:rsidRPr="007256B7" w:rsidRDefault="0001629A" w:rsidP="007256B7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40"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  <w:r>
                              <w:rPr>
                                <w:rFonts w:ascii="Trocchi" w:hAnsi="Trocchi"/>
                                <w:sz w:val="20"/>
                              </w:rPr>
                              <w:t>C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heck </w:t>
                            </w:r>
                            <w:r>
                              <w:rPr>
                                <w:rFonts w:ascii="Trocchi" w:hAnsi="Trocchi"/>
                                <w:sz w:val="20"/>
                              </w:rPr>
                              <w:t>and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 electronic payments posted daily and deposited to your dedicated operating account.</w:t>
                            </w:r>
                          </w:p>
                          <w:p w:rsidR="002B3280" w:rsidRPr="002B3280" w:rsidRDefault="002B3280" w:rsidP="00AF03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>Monthly reports, including balance sheet, income statement, budget comparison, disbursement register, delinquency report, copies of invoices, bank statements and reconciliation reports, all delivered by the 15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  <w:vertAlign w:val="superscript"/>
                              </w:rPr>
                              <w:t>th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 to a secure online portal with board-restricted access.</w:t>
                            </w:r>
                          </w:p>
                          <w:p w:rsidR="002B3280" w:rsidRPr="002B3280" w:rsidRDefault="002B3280" w:rsidP="00AF03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>Online approval of invoices with approval criteria you set. Once approved, payments are issued to vendors either electronically or by digitally-signed check. Board approvers can view the invoice, the GL code and bank account before payment is issued.</w:t>
                            </w:r>
                          </w:p>
                          <w:p w:rsidR="002B3280" w:rsidRPr="002B3280" w:rsidRDefault="002B3280" w:rsidP="00AF03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>Collections managed in conjunction with your attorney with MMI monitoring action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</w:rPr>
                              <w:t>s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 and a concise, case-by-case report included with your financials. Late fees are applied and late notices are issued by MMI. The board and your attorney will have access to </w:t>
                            </w:r>
                            <w:r w:rsidR="0001629A"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online 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>payment histories.</w:t>
                            </w:r>
                          </w:p>
                          <w:p w:rsidR="002B3280" w:rsidRPr="002B3280" w:rsidRDefault="002B3280" w:rsidP="00AF03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Audit &amp; tax support 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</w:rPr>
                              <w:t>for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 your CPA either in our office or electronically. We will issue vendor 1099s and manage the filing of personal property returns, county registrations and tax returns.</w:t>
                            </w:r>
                          </w:p>
                          <w:p w:rsidR="002B3280" w:rsidRPr="002B3280" w:rsidRDefault="0001629A" w:rsidP="00AF03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  <w:r>
                              <w:rPr>
                                <w:rFonts w:ascii="Trocchi" w:hAnsi="Trocchi"/>
                                <w:sz w:val="20"/>
                              </w:rPr>
                              <w:t>P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</w:rPr>
                              <w:t>roperty transfers, bankruptcies</w:t>
                            </w:r>
                            <w:r>
                              <w:rPr>
                                <w:rFonts w:ascii="Trocchi" w:hAnsi="Trocchi"/>
                                <w:sz w:val="20"/>
                              </w:rPr>
                              <w:t xml:space="preserve"> processed</w:t>
                            </w:r>
                            <w:r w:rsidR="002B3280" w:rsidRPr="002B3280">
                              <w:rPr>
                                <w:rFonts w:ascii="Trocchi" w:hAnsi="Trocchi"/>
                                <w:sz w:val="20"/>
                              </w:rPr>
                              <w:t>.</w:t>
                            </w:r>
                          </w:p>
                          <w:p w:rsidR="002B3280" w:rsidRPr="002B3280" w:rsidRDefault="002B3280" w:rsidP="00AF0331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line="280" w:lineRule="exact"/>
                              <w:rPr>
                                <w:rFonts w:ascii="Trocchi" w:hAnsi="Trocchi"/>
                                <w:sz w:val="20"/>
                              </w:rPr>
                            </w:pP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A secure, </w:t>
                            </w:r>
                            <w:r w:rsidR="0001629A">
                              <w:rPr>
                                <w:rFonts w:ascii="Trocchi" w:hAnsi="Trocchi"/>
                                <w:sz w:val="20"/>
                              </w:rPr>
                              <w:t>web</w:t>
                            </w:r>
                            <w:r w:rsidRPr="002B3280">
                              <w:rPr>
                                <w:rFonts w:ascii="Trocchi" w:hAnsi="Trocchi"/>
                                <w:sz w:val="20"/>
                              </w:rPr>
                              <w:t xml:space="preserve"> portal where your members can view their statements in real-time on computer, phone or tablet, and make online payments by automatic ACH payment, e-check or credit card (credit card fees apply).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33pt;margin-top:126.75pt;width:336pt;height:450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" filled="f" stroked="f" strokeweight=".5pt">
                <v:textbox>
                  <w:txbxContent>
                    <w:p w:rsidR="00BF7C38" w:rsidRPr="00BF7C38" w:rsidRDefault="002B3280" w:rsidP="002B3280">
                      <w:pPr>
                        <w:rPr>
                          <w:rFonts w:ascii="Aktiv Grotesk" w:hAnsi="Aktiv Grotesk" w:cs="Aktiv Grotesk"/>
                          <w:b/>
                        </w:rPr>
                      </w:pPr>
                      <w:r w:rsidRPr="00BF7C38">
                        <w:rPr>
                          <w:rFonts w:ascii="Aktiv Grotesk" w:hAnsi="Aktiv Grotesk" w:cs="Aktiv Grotesk"/>
                          <w:b/>
                        </w:rPr>
                        <w:t xml:space="preserve">FINANCIAL </w:t>
                      </w:r>
                    </w:p>
                    <w:p w:rsidR="002B3280" w:rsidRPr="00BF7C38" w:rsidRDefault="002B3280" w:rsidP="002B3280">
                      <w:pPr>
                        <w:rPr>
                          <w:rFonts w:ascii="Aktiv Grotesk" w:hAnsi="Aktiv Grotesk" w:cs="Aktiv Grotesk"/>
                          <w:b/>
                        </w:rPr>
                      </w:pPr>
                      <w:r w:rsidRPr="00BF7C38">
                        <w:rPr>
                          <w:rFonts w:ascii="Aktiv Grotesk" w:hAnsi="Aktiv Grotesk" w:cs="Aktiv Grotesk"/>
                          <w:b/>
                        </w:rPr>
                        <w:t>MANAGEMENT</w:t>
                      </w:r>
                    </w:p>
                    <w:p w:rsidR="002B3280" w:rsidRPr="00AF0331" w:rsidRDefault="002B3280" w:rsidP="007256B7">
                      <w:pPr>
                        <w:spacing w:after="40"/>
                        <w:rPr>
                          <w:rFonts w:ascii="Aktiv Grotesk" w:hAnsi="Aktiv Grotesk" w:cs="Aktiv Grotesk"/>
                        </w:rPr>
                      </w:pPr>
                      <w:r w:rsidRPr="00AF0331">
                        <w:rPr>
                          <w:rFonts w:ascii="Aktiv Grotesk" w:hAnsi="Aktiv Grotesk" w:cs="Aktiv Grotesk"/>
                        </w:rPr>
                        <w:t>What do you get?</w:t>
                      </w:r>
                    </w:p>
                    <w:p w:rsidR="0001629A" w:rsidRDefault="0001629A" w:rsidP="0001629A">
                      <w:pPr>
                        <w:pStyle w:val="ListParagraph"/>
                        <w:spacing w:after="40" w:line="280" w:lineRule="exact"/>
                        <w:rPr>
                          <w:rFonts w:ascii="Trocchi" w:hAnsi="Trocchi"/>
                          <w:sz w:val="20"/>
                        </w:rPr>
                      </w:pPr>
                    </w:p>
                    <w:p w:rsidR="007256B7" w:rsidRPr="007256B7" w:rsidRDefault="0001629A" w:rsidP="007256B7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40" w:line="280" w:lineRule="exact"/>
                        <w:rPr>
                          <w:rFonts w:ascii="Trocchi" w:hAnsi="Trocchi"/>
                          <w:sz w:val="20"/>
                        </w:rPr>
                      </w:pPr>
                      <w:r>
                        <w:rPr>
                          <w:rFonts w:ascii="Trocchi" w:hAnsi="Trocchi"/>
                          <w:sz w:val="20"/>
                        </w:rPr>
                        <w:t>C</w:t>
                      </w:r>
                      <w:r w:rsidR="002B3280" w:rsidRPr="002B3280">
                        <w:rPr>
                          <w:rFonts w:ascii="Trocchi" w:hAnsi="Trocchi"/>
                          <w:sz w:val="20"/>
                        </w:rPr>
                        <w:t xml:space="preserve">heck </w:t>
                      </w:r>
                      <w:r>
                        <w:rPr>
                          <w:rFonts w:ascii="Trocchi" w:hAnsi="Trocchi"/>
                          <w:sz w:val="20"/>
                        </w:rPr>
                        <w:t>and</w:t>
                      </w:r>
                      <w:r w:rsidR="002B3280" w:rsidRPr="002B3280">
                        <w:rPr>
                          <w:rFonts w:ascii="Trocchi" w:hAnsi="Trocchi"/>
                          <w:sz w:val="20"/>
                        </w:rPr>
                        <w:t xml:space="preserve"> electronic payments posted daily and deposited to your dedicated operating account.</w:t>
                      </w:r>
                    </w:p>
                    <w:p w:rsidR="002B3280" w:rsidRPr="002B3280" w:rsidRDefault="002B3280" w:rsidP="00AF03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line="280" w:lineRule="exact"/>
                        <w:rPr>
                          <w:rFonts w:ascii="Trocchi" w:hAnsi="Trocchi"/>
                          <w:sz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</w:rPr>
                        <w:t>Monthly reports, including balance sheet, income statement, budget comparison, disbursement register, delinquency report, copies of invoices, bank statements and reconciliation reports, all delivered by the 15</w:t>
                      </w:r>
                      <w:r w:rsidRPr="002B3280">
                        <w:rPr>
                          <w:rFonts w:ascii="Trocchi" w:hAnsi="Trocchi"/>
                          <w:sz w:val="20"/>
                          <w:vertAlign w:val="superscript"/>
                        </w:rPr>
                        <w:t>th</w:t>
                      </w:r>
                      <w:r w:rsidRPr="002B3280">
                        <w:rPr>
                          <w:rFonts w:ascii="Trocchi" w:hAnsi="Trocchi"/>
                          <w:sz w:val="20"/>
                        </w:rPr>
                        <w:t xml:space="preserve"> to a secure online portal with board-restricted access.</w:t>
                      </w:r>
                    </w:p>
                    <w:p w:rsidR="002B3280" w:rsidRPr="002B3280" w:rsidRDefault="002B3280" w:rsidP="00AF03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line="280" w:lineRule="exact"/>
                        <w:rPr>
                          <w:rFonts w:ascii="Trocchi" w:hAnsi="Trocchi"/>
                          <w:sz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</w:rPr>
                        <w:t>Online approval of invoices with approval criteria you set. Once approved, payments are issued to vendors either electronically or by digitally-signed check. Board approvers can view the invoice, the GL code and bank account before payment is issued.</w:t>
                      </w:r>
                    </w:p>
                    <w:p w:rsidR="002B3280" w:rsidRPr="002B3280" w:rsidRDefault="002B3280" w:rsidP="00AF03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line="280" w:lineRule="exact"/>
                        <w:rPr>
                          <w:rFonts w:ascii="Trocchi" w:hAnsi="Trocchi"/>
                          <w:sz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</w:rPr>
                        <w:t>Collections managed in conjunction with your attorney with MMI monitoring action</w:t>
                      </w:r>
                      <w:r w:rsidR="0001629A">
                        <w:rPr>
                          <w:rFonts w:ascii="Trocchi" w:hAnsi="Trocchi"/>
                          <w:sz w:val="20"/>
                        </w:rPr>
                        <w:t>s</w:t>
                      </w:r>
                      <w:r w:rsidRPr="002B3280">
                        <w:rPr>
                          <w:rFonts w:ascii="Trocchi" w:hAnsi="Trocchi"/>
                          <w:sz w:val="20"/>
                        </w:rPr>
                        <w:t xml:space="preserve"> and a concise, case-by-case report included with your financials. Late fees are applied and late notices are issued by MMI. The board and your attorney will have access to </w:t>
                      </w:r>
                      <w:r w:rsidR="0001629A" w:rsidRPr="002B3280">
                        <w:rPr>
                          <w:rFonts w:ascii="Trocchi" w:hAnsi="Trocchi"/>
                          <w:sz w:val="20"/>
                        </w:rPr>
                        <w:t>online</w:t>
                      </w:r>
                      <w:r w:rsidR="0001629A" w:rsidRPr="002B3280">
                        <w:rPr>
                          <w:rFonts w:ascii="Trocchi" w:hAnsi="Trocchi"/>
                          <w:sz w:val="20"/>
                        </w:rPr>
                        <w:t xml:space="preserve"> </w:t>
                      </w:r>
                      <w:r w:rsidRPr="002B3280">
                        <w:rPr>
                          <w:rFonts w:ascii="Trocchi" w:hAnsi="Trocchi"/>
                          <w:sz w:val="20"/>
                        </w:rPr>
                        <w:t>payment histories.</w:t>
                      </w:r>
                    </w:p>
                    <w:p w:rsidR="002B3280" w:rsidRPr="002B3280" w:rsidRDefault="002B3280" w:rsidP="00AF03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line="280" w:lineRule="exact"/>
                        <w:rPr>
                          <w:rFonts w:ascii="Trocchi" w:hAnsi="Trocchi"/>
                          <w:sz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</w:rPr>
                        <w:t xml:space="preserve">Audit &amp; tax support </w:t>
                      </w:r>
                      <w:r w:rsidR="0001629A">
                        <w:rPr>
                          <w:rFonts w:ascii="Trocchi" w:hAnsi="Trocchi"/>
                          <w:sz w:val="20"/>
                        </w:rPr>
                        <w:t>for</w:t>
                      </w:r>
                      <w:r w:rsidRPr="002B3280">
                        <w:rPr>
                          <w:rFonts w:ascii="Trocchi" w:hAnsi="Trocchi"/>
                          <w:sz w:val="20"/>
                        </w:rPr>
                        <w:t xml:space="preserve"> your CPA either in our office or electronically. We will issue vendor 1099s and manage the filing of personal property returns, county registrations and tax returns.</w:t>
                      </w:r>
                    </w:p>
                    <w:p w:rsidR="002B3280" w:rsidRPr="002B3280" w:rsidRDefault="0001629A" w:rsidP="00AF03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line="280" w:lineRule="exact"/>
                        <w:rPr>
                          <w:rFonts w:ascii="Trocchi" w:hAnsi="Trocchi"/>
                          <w:sz w:val="20"/>
                        </w:rPr>
                      </w:pPr>
                      <w:r>
                        <w:rPr>
                          <w:rFonts w:ascii="Trocchi" w:hAnsi="Trocchi"/>
                          <w:sz w:val="20"/>
                        </w:rPr>
                        <w:t>P</w:t>
                      </w:r>
                      <w:r w:rsidR="002B3280" w:rsidRPr="002B3280">
                        <w:rPr>
                          <w:rFonts w:ascii="Trocchi" w:hAnsi="Trocchi"/>
                          <w:sz w:val="20"/>
                        </w:rPr>
                        <w:t>roperty transfers, bankruptcies</w:t>
                      </w:r>
                      <w:r>
                        <w:rPr>
                          <w:rFonts w:ascii="Trocchi" w:hAnsi="Trocchi"/>
                          <w:sz w:val="20"/>
                        </w:rPr>
                        <w:t xml:space="preserve"> processed</w:t>
                      </w:r>
                      <w:r w:rsidR="002B3280" w:rsidRPr="002B3280">
                        <w:rPr>
                          <w:rFonts w:ascii="Trocchi" w:hAnsi="Trocchi"/>
                          <w:sz w:val="20"/>
                        </w:rPr>
                        <w:t>.</w:t>
                      </w:r>
                    </w:p>
                    <w:p w:rsidR="002B3280" w:rsidRPr="002B3280" w:rsidRDefault="002B3280" w:rsidP="00AF0331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line="280" w:lineRule="exact"/>
                        <w:rPr>
                          <w:rFonts w:ascii="Trocchi" w:hAnsi="Trocchi"/>
                          <w:sz w:val="20"/>
                        </w:rPr>
                      </w:pPr>
                      <w:r w:rsidRPr="002B3280">
                        <w:rPr>
                          <w:rFonts w:ascii="Trocchi" w:hAnsi="Trocchi"/>
                          <w:sz w:val="20"/>
                        </w:rPr>
                        <w:t xml:space="preserve">A secure, </w:t>
                      </w:r>
                      <w:r w:rsidR="0001629A">
                        <w:rPr>
                          <w:rFonts w:ascii="Trocchi" w:hAnsi="Trocchi"/>
                          <w:sz w:val="20"/>
                        </w:rPr>
                        <w:t>web</w:t>
                      </w:r>
                      <w:r w:rsidRPr="002B3280">
                        <w:rPr>
                          <w:rFonts w:ascii="Trocchi" w:hAnsi="Trocchi"/>
                          <w:sz w:val="20"/>
                        </w:rPr>
                        <w:t xml:space="preserve"> portal where your members can view their statements in real-time on computer, phone or tablet, and make online payments by automatic ACH payment, e-check or credit card (credit card fees apply).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2036" w:rsidSect="00220560">
      <w:pgSz w:w="15842" w:h="12242" w:orient="landscape" w:code="1"/>
      <w:pgMar w:top="0" w:right="2" w:bottom="23" w:left="0" w:header="709" w:footer="709" w:gutter="0"/>
      <w:cols w:num="2" w:space="0" w:equalWidth="0">
        <w:col w:w="7920" w:space="0"/>
        <w:col w:w="79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tiv Grotesk">
    <w:charset w:val="00"/>
    <w:family w:val="swiss"/>
    <w:pitch w:val="variable"/>
    <w:sig w:usb0="E0002AFF" w:usb1="D000FFFB" w:usb2="00000028" w:usb3="00000000" w:csb0="000001FF" w:csb1="00000000"/>
  </w:font>
  <w:font w:name="Trocch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ktiv Grotesk XBold">
    <w:charset w:val="00"/>
    <w:family w:val="swiss"/>
    <w:pitch w:val="variable"/>
    <w:sig w:usb0="A00000AF" w:usb1="5000205B" w:usb2="00000000" w:usb3="00000000" w:csb0="00000093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65C1"/>
    <w:multiLevelType w:val="hybridMultilevel"/>
    <w:tmpl w:val="CB60DCDA"/>
    <w:lvl w:ilvl="0" w:tplc="D9E6C3FC">
      <w:start w:val="1"/>
      <w:numFmt w:val="bullet"/>
      <w:lvlText w:val="4"/>
      <w:lvlJc w:val="left"/>
      <w:pPr>
        <w:ind w:left="780" w:hanging="360"/>
      </w:pPr>
      <w:rPr>
        <w:rFonts w:ascii="Webdings" w:hAnsi="Webdings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761A74"/>
    <w:multiLevelType w:val="hybridMultilevel"/>
    <w:tmpl w:val="E8443E52"/>
    <w:lvl w:ilvl="0" w:tplc="C5C4798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7D0A14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2097E"/>
    <w:multiLevelType w:val="hybridMultilevel"/>
    <w:tmpl w:val="A4001860"/>
    <w:lvl w:ilvl="0" w:tplc="2B72F97E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CA8"/>
    <w:multiLevelType w:val="hybridMultilevel"/>
    <w:tmpl w:val="E766BF9A"/>
    <w:lvl w:ilvl="0" w:tplc="3E1895C8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A2278"/>
    <w:multiLevelType w:val="hybridMultilevel"/>
    <w:tmpl w:val="AD3C4204"/>
    <w:lvl w:ilvl="0" w:tplc="DA9C4522">
      <w:start w:val="21"/>
      <w:numFmt w:val="bullet"/>
      <w:lvlText w:val=""/>
      <w:lvlJc w:val="left"/>
      <w:pPr>
        <w:ind w:left="108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C771FB"/>
    <w:multiLevelType w:val="hybridMultilevel"/>
    <w:tmpl w:val="B87E723A"/>
    <w:lvl w:ilvl="0" w:tplc="C5C4798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7D0A14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92980"/>
    <w:multiLevelType w:val="hybridMultilevel"/>
    <w:tmpl w:val="A2E824A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25535"/>
    <w:multiLevelType w:val="hybridMultilevel"/>
    <w:tmpl w:val="BA888750"/>
    <w:lvl w:ilvl="0" w:tplc="A462EFA6">
      <w:start w:val="1"/>
      <w:numFmt w:val="bullet"/>
      <w:lvlText w:val="■"/>
      <w:lvlJc w:val="left"/>
      <w:pPr>
        <w:ind w:left="720" w:hanging="360"/>
      </w:pPr>
      <w:rPr>
        <w:rFonts w:ascii="Courier New" w:hAnsi="Courier New" w:hint="default"/>
        <w:color w:val="C0000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A6FCA"/>
    <w:multiLevelType w:val="hybridMultilevel"/>
    <w:tmpl w:val="4DA657D4"/>
    <w:lvl w:ilvl="0" w:tplc="C5C4798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7D0A14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6288A"/>
    <w:multiLevelType w:val="hybridMultilevel"/>
    <w:tmpl w:val="C7F0E7F2"/>
    <w:lvl w:ilvl="0" w:tplc="2B72F97E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9622A"/>
    <w:multiLevelType w:val="hybridMultilevel"/>
    <w:tmpl w:val="464AFE1E"/>
    <w:lvl w:ilvl="0" w:tplc="A462EFA6">
      <w:start w:val="1"/>
      <w:numFmt w:val="bullet"/>
      <w:lvlText w:val="■"/>
      <w:lvlJc w:val="left"/>
      <w:pPr>
        <w:ind w:left="720" w:hanging="360"/>
      </w:pPr>
      <w:rPr>
        <w:rFonts w:ascii="Courier New" w:hAnsi="Courier New" w:hint="default"/>
        <w:color w:val="C00000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C02F6"/>
    <w:multiLevelType w:val="hybridMultilevel"/>
    <w:tmpl w:val="7860680A"/>
    <w:lvl w:ilvl="0" w:tplc="2B72F97E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B1134"/>
    <w:multiLevelType w:val="hybridMultilevel"/>
    <w:tmpl w:val="6A1C137A"/>
    <w:lvl w:ilvl="0" w:tplc="D9E6C3FC">
      <w:start w:val="1"/>
      <w:numFmt w:val="bullet"/>
      <w:lvlText w:val="4"/>
      <w:lvlJc w:val="left"/>
      <w:pPr>
        <w:ind w:left="720" w:hanging="360"/>
      </w:pPr>
      <w:rPr>
        <w:rFonts w:ascii="Webdings" w:hAnsi="Webdings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0259B"/>
    <w:multiLevelType w:val="hybridMultilevel"/>
    <w:tmpl w:val="E90AB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F0033"/>
    <w:multiLevelType w:val="hybridMultilevel"/>
    <w:tmpl w:val="BC1E5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27A08"/>
    <w:multiLevelType w:val="hybridMultilevel"/>
    <w:tmpl w:val="C568AFA4"/>
    <w:lvl w:ilvl="0" w:tplc="2B72F97E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E448E"/>
    <w:multiLevelType w:val="hybridMultilevel"/>
    <w:tmpl w:val="262CD4B0"/>
    <w:lvl w:ilvl="0" w:tplc="3E1895C8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9D11B4"/>
    <w:multiLevelType w:val="hybridMultilevel"/>
    <w:tmpl w:val="410CB38E"/>
    <w:lvl w:ilvl="0" w:tplc="3E1895C8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453CA"/>
    <w:multiLevelType w:val="hybridMultilevel"/>
    <w:tmpl w:val="4A7CF2AC"/>
    <w:lvl w:ilvl="0" w:tplc="B92AEE62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776AD"/>
    <w:multiLevelType w:val="hybridMultilevel"/>
    <w:tmpl w:val="501A75DE"/>
    <w:lvl w:ilvl="0" w:tplc="D9E6C3FC">
      <w:start w:val="1"/>
      <w:numFmt w:val="bullet"/>
      <w:lvlText w:val="4"/>
      <w:lvlJc w:val="left"/>
      <w:pPr>
        <w:ind w:left="810" w:hanging="360"/>
      </w:pPr>
      <w:rPr>
        <w:rFonts w:ascii="Webdings" w:hAnsi="Webdings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67D937CB"/>
    <w:multiLevelType w:val="hybridMultilevel"/>
    <w:tmpl w:val="123E2436"/>
    <w:lvl w:ilvl="0" w:tplc="7D0237B8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2403F"/>
    <w:multiLevelType w:val="hybridMultilevel"/>
    <w:tmpl w:val="CF1050D6"/>
    <w:lvl w:ilvl="0" w:tplc="D9E6C3FC">
      <w:start w:val="1"/>
      <w:numFmt w:val="bullet"/>
      <w:lvlText w:val="4"/>
      <w:lvlJc w:val="left"/>
      <w:pPr>
        <w:ind w:left="720" w:hanging="360"/>
      </w:pPr>
      <w:rPr>
        <w:rFonts w:ascii="Webdings" w:hAnsi="Webdings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D517B"/>
    <w:multiLevelType w:val="hybridMultilevel"/>
    <w:tmpl w:val="4B0A1628"/>
    <w:lvl w:ilvl="0" w:tplc="3E1895C8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color w:val="7D0A14"/>
        <w:sz w:val="2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21"/>
  </w:num>
  <w:num w:numId="5">
    <w:abstractNumId w:val="15"/>
  </w:num>
  <w:num w:numId="6">
    <w:abstractNumId w:val="20"/>
  </w:num>
  <w:num w:numId="7">
    <w:abstractNumId w:val="2"/>
  </w:num>
  <w:num w:numId="8">
    <w:abstractNumId w:val="0"/>
  </w:num>
  <w:num w:numId="9">
    <w:abstractNumId w:val="19"/>
  </w:num>
  <w:num w:numId="10">
    <w:abstractNumId w:val="12"/>
  </w:num>
  <w:num w:numId="11">
    <w:abstractNumId w:val="18"/>
  </w:num>
  <w:num w:numId="12">
    <w:abstractNumId w:val="11"/>
  </w:num>
  <w:num w:numId="13">
    <w:abstractNumId w:val="9"/>
  </w:num>
  <w:num w:numId="14">
    <w:abstractNumId w:val="8"/>
  </w:num>
  <w:num w:numId="15">
    <w:abstractNumId w:val="1"/>
  </w:num>
  <w:num w:numId="16">
    <w:abstractNumId w:val="5"/>
  </w:num>
  <w:num w:numId="17">
    <w:abstractNumId w:val="7"/>
  </w:num>
  <w:num w:numId="18">
    <w:abstractNumId w:val="10"/>
  </w:num>
  <w:num w:numId="19">
    <w:abstractNumId w:val="17"/>
  </w:num>
  <w:num w:numId="20">
    <w:abstractNumId w:val="22"/>
  </w:num>
  <w:num w:numId="21">
    <w:abstractNumId w:val="3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F7"/>
    <w:rsid w:val="000136B9"/>
    <w:rsid w:val="0001629A"/>
    <w:rsid w:val="00017CB9"/>
    <w:rsid w:val="00024B73"/>
    <w:rsid w:val="00033244"/>
    <w:rsid w:val="00065AC7"/>
    <w:rsid w:val="00072036"/>
    <w:rsid w:val="00072285"/>
    <w:rsid w:val="000E1F9B"/>
    <w:rsid w:val="00102192"/>
    <w:rsid w:val="00130A86"/>
    <w:rsid w:val="00166DA2"/>
    <w:rsid w:val="0017576F"/>
    <w:rsid w:val="00186FC0"/>
    <w:rsid w:val="001D11EF"/>
    <w:rsid w:val="001E640C"/>
    <w:rsid w:val="00216921"/>
    <w:rsid w:val="00220560"/>
    <w:rsid w:val="00273043"/>
    <w:rsid w:val="002906EB"/>
    <w:rsid w:val="002B3280"/>
    <w:rsid w:val="002B52F9"/>
    <w:rsid w:val="002B6F69"/>
    <w:rsid w:val="002F2695"/>
    <w:rsid w:val="00320377"/>
    <w:rsid w:val="003421CA"/>
    <w:rsid w:val="00366C46"/>
    <w:rsid w:val="00381477"/>
    <w:rsid w:val="003B2CF7"/>
    <w:rsid w:val="003B50EC"/>
    <w:rsid w:val="003B59F3"/>
    <w:rsid w:val="003C529F"/>
    <w:rsid w:val="003C5F6C"/>
    <w:rsid w:val="003D05BC"/>
    <w:rsid w:val="003D5DED"/>
    <w:rsid w:val="00462B2D"/>
    <w:rsid w:val="00474DAE"/>
    <w:rsid w:val="00477382"/>
    <w:rsid w:val="004938D0"/>
    <w:rsid w:val="00516C81"/>
    <w:rsid w:val="005179FD"/>
    <w:rsid w:val="005377C8"/>
    <w:rsid w:val="00540F6B"/>
    <w:rsid w:val="0056005B"/>
    <w:rsid w:val="00590AFE"/>
    <w:rsid w:val="005B4EDB"/>
    <w:rsid w:val="005E44D3"/>
    <w:rsid w:val="005E586A"/>
    <w:rsid w:val="00606E4C"/>
    <w:rsid w:val="00632D38"/>
    <w:rsid w:val="006604D1"/>
    <w:rsid w:val="0066648A"/>
    <w:rsid w:val="00692F03"/>
    <w:rsid w:val="006D0585"/>
    <w:rsid w:val="007176F3"/>
    <w:rsid w:val="007256B7"/>
    <w:rsid w:val="007A5D95"/>
    <w:rsid w:val="007E1471"/>
    <w:rsid w:val="007E6765"/>
    <w:rsid w:val="007F77D6"/>
    <w:rsid w:val="00800447"/>
    <w:rsid w:val="00891665"/>
    <w:rsid w:val="00894BD8"/>
    <w:rsid w:val="008B30EA"/>
    <w:rsid w:val="008B5369"/>
    <w:rsid w:val="008D46CE"/>
    <w:rsid w:val="008E6CB9"/>
    <w:rsid w:val="008F0456"/>
    <w:rsid w:val="008F1E51"/>
    <w:rsid w:val="0095620D"/>
    <w:rsid w:val="009E489F"/>
    <w:rsid w:val="00A17A3E"/>
    <w:rsid w:val="00A31051"/>
    <w:rsid w:val="00A37B10"/>
    <w:rsid w:val="00A42A3E"/>
    <w:rsid w:val="00A433C8"/>
    <w:rsid w:val="00A50DA3"/>
    <w:rsid w:val="00A94E47"/>
    <w:rsid w:val="00AB7B0B"/>
    <w:rsid w:val="00AF0331"/>
    <w:rsid w:val="00BD3383"/>
    <w:rsid w:val="00BE3C80"/>
    <w:rsid w:val="00BF7C38"/>
    <w:rsid w:val="00C50A54"/>
    <w:rsid w:val="00C51CC1"/>
    <w:rsid w:val="00CA4411"/>
    <w:rsid w:val="00CD78C2"/>
    <w:rsid w:val="00CD7FBD"/>
    <w:rsid w:val="00CE0E5C"/>
    <w:rsid w:val="00CE34FC"/>
    <w:rsid w:val="00D06D05"/>
    <w:rsid w:val="00D278F8"/>
    <w:rsid w:val="00D62BFB"/>
    <w:rsid w:val="00D86793"/>
    <w:rsid w:val="00DA7C3C"/>
    <w:rsid w:val="00DC4258"/>
    <w:rsid w:val="00DC76D7"/>
    <w:rsid w:val="00DD3FC9"/>
    <w:rsid w:val="00E25790"/>
    <w:rsid w:val="00E741DA"/>
    <w:rsid w:val="00E777B8"/>
    <w:rsid w:val="00E834EC"/>
    <w:rsid w:val="00E94A41"/>
    <w:rsid w:val="00EB3210"/>
    <w:rsid w:val="00EB3C75"/>
    <w:rsid w:val="00EC035F"/>
    <w:rsid w:val="00EE4249"/>
    <w:rsid w:val="00EF5495"/>
    <w:rsid w:val="00F34580"/>
    <w:rsid w:val="00F34D77"/>
    <w:rsid w:val="00F50A87"/>
    <w:rsid w:val="00FA1C4C"/>
    <w:rsid w:val="00FB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2b803e,#132415,#9bcb3c"/>
    </o:shapedefaults>
    <o:shapelayout v:ext="edit">
      <o:idmap v:ext="edit" data="1"/>
    </o:shapelayout>
  </w:shapeDefaults>
  <w:decimalSymbol w:val="."/>
  <w:listSeparator w:val=","/>
  <w14:docId w14:val="6529ECA2"/>
  <w15:docId w15:val="{A51F1022-BA9D-4DD5-B55D-A8D64FE6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rsid w:val="00D278F8"/>
  </w:style>
  <w:style w:type="paragraph" w:styleId="BalloonText">
    <w:name w:val="Balloon Text"/>
    <w:basedOn w:val="Normal"/>
    <w:link w:val="BalloonTextChar"/>
    <w:rsid w:val="005E44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44D3"/>
    <w:rPr>
      <w:rFonts w:ascii="Tahoma" w:hAnsi="Tahoma" w:cs="Tahoma"/>
      <w:sz w:val="16"/>
      <w:szCs w:val="16"/>
      <w:lang w:eastAsia="ko-KR"/>
    </w:rPr>
  </w:style>
  <w:style w:type="paragraph" w:styleId="ListParagraph">
    <w:name w:val="List Paragraph"/>
    <w:basedOn w:val="Normal"/>
    <w:uiPriority w:val="34"/>
    <w:qFormat/>
    <w:rsid w:val="007E1471"/>
    <w:pPr>
      <w:spacing w:after="240" w:line="240" w:lineRule="atLeast"/>
      <w:ind w:left="720"/>
      <w:contextualSpacing/>
    </w:pPr>
    <w:rPr>
      <w:rFonts w:ascii="Garamond" w:eastAsia="Times New Roman" w:hAnsi="Garamon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://innoviacmc.com/" TargetMode="External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tif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rochureRobot\BrochureGenie\BrochureGenie\BrochureGenie\bin\Release\data\templates\2\template-brochure-outsid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8B3F3B"/>
      </a:accent1>
      <a:accent2>
        <a:srgbClr val="999999"/>
      </a:accent2>
      <a:accent3>
        <a:srgbClr val="CC9966"/>
      </a:accent3>
      <a:accent4>
        <a:srgbClr val="CC6633"/>
      </a:accent4>
      <a:accent5>
        <a:srgbClr val="808080"/>
      </a:accent5>
      <a:accent6>
        <a:srgbClr val="99996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template-brochure-outside</Template>
  <TotalTime>628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Imagine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 Metheny</dc:creator>
  <cp:lastModifiedBy>MrsMajerle</cp:lastModifiedBy>
  <cp:revision>18</cp:revision>
  <cp:lastPrinted>2017-09-09T23:55:00Z</cp:lastPrinted>
  <dcterms:created xsi:type="dcterms:W3CDTF">2017-09-03T21:26:00Z</dcterms:created>
  <dcterms:modified xsi:type="dcterms:W3CDTF">2017-09-15T14:48:00Z</dcterms:modified>
</cp:coreProperties>
</file>